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96" w:rsidRPr="008102A7" w:rsidRDefault="00C371EF" w:rsidP="00953396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-148590</wp:posOffset>
                </wp:positionV>
                <wp:extent cx="3321050" cy="509905"/>
                <wp:effectExtent l="9525" t="13335" r="12700" b="10160"/>
                <wp:wrapTight wrapText="bothSides">
                  <wp:wrapPolygon edited="0">
                    <wp:start x="248" y="-296"/>
                    <wp:lineTo x="-62" y="1210"/>
                    <wp:lineTo x="-62" y="20067"/>
                    <wp:lineTo x="124" y="21304"/>
                    <wp:lineTo x="21414" y="21304"/>
                    <wp:lineTo x="21476" y="21304"/>
                    <wp:lineTo x="21662" y="19179"/>
                    <wp:lineTo x="21662" y="2125"/>
                    <wp:lineTo x="21600" y="1210"/>
                    <wp:lineTo x="21290" y="-296"/>
                    <wp:lineTo x="248" y="-296"/>
                  </wp:wrapPolygon>
                </wp:wrapTight>
                <wp:docPr id="2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09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1646E" w:rsidRDefault="00D91A7B" w:rsidP="00523DA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4C0C69">
                              <w:rPr>
                                <w:rFonts w:ascii="Cambria" w:hAnsi="Cambria"/>
                              </w:rPr>
                              <w:t>5</w:t>
                            </w:r>
                            <w:r w:rsidR="000325B2">
                              <w:rPr>
                                <w:rFonts w:ascii="Cambria" w:hAnsi="Cambria"/>
                              </w:rPr>
                              <w:t>6</w:t>
                            </w:r>
                            <w:r w:rsidR="001C1AC3"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18058C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21646E">
                              <w:rPr>
                                <w:rFonts w:ascii="Cambria" w:hAnsi="Cambria"/>
                              </w:rPr>
                              <w:t>Composite Functions</w:t>
                            </w:r>
                          </w:p>
                          <w:p w:rsidR="0018058C" w:rsidRPr="00523DA3" w:rsidRDefault="00523DA3" w:rsidP="00523DA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1.7pt;width:261.5pt;height:4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" strokeweight="1.5pt">
                <v:textbox>
                  <w:txbxContent>
                    <w:p w:rsidR="0021646E" w:rsidRDefault="00D91A7B" w:rsidP="00523DA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4C0C69">
                        <w:rPr>
                          <w:rFonts w:ascii="Cambria" w:hAnsi="Cambria"/>
                        </w:rPr>
                        <w:t>5</w:t>
                      </w:r>
                      <w:r w:rsidR="000325B2">
                        <w:rPr>
                          <w:rFonts w:ascii="Cambria" w:hAnsi="Cambria"/>
                        </w:rPr>
                        <w:t>6</w:t>
                      </w:r>
                      <w:r w:rsidR="001C1AC3">
                        <w:rPr>
                          <w:rFonts w:ascii="Cambria" w:hAnsi="Cambria"/>
                        </w:rPr>
                        <w:t>H</w:t>
                      </w:r>
                      <w:r w:rsidR="0018058C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21646E">
                        <w:rPr>
                          <w:rFonts w:ascii="Cambria" w:hAnsi="Cambria"/>
                        </w:rPr>
                        <w:t>Composite Functions</w:t>
                      </w:r>
                    </w:p>
                    <w:p w:rsidR="0018058C" w:rsidRPr="00523DA3" w:rsidRDefault="00523DA3" w:rsidP="00523DA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953396" w:rsidRPr="008102A7">
        <w:rPr>
          <w:rFonts w:ascii="Cambria" w:hAnsi="Cambria"/>
          <w:b/>
          <w:i/>
        </w:rPr>
        <w:t>Name: _____________________</w:t>
      </w:r>
      <w:r w:rsidR="00CB12F3">
        <w:rPr>
          <w:rFonts w:ascii="Cambria" w:hAnsi="Cambria"/>
          <w:b/>
          <w:i/>
        </w:rPr>
        <w:t>_____________</w:t>
      </w:r>
      <w:r w:rsidR="00953396" w:rsidRPr="008102A7">
        <w:rPr>
          <w:rFonts w:ascii="Cambria" w:hAnsi="Cambria"/>
          <w:b/>
          <w:i/>
        </w:rPr>
        <w:t xml:space="preserve">________   TP: </w:t>
      </w:r>
      <w:r w:rsidR="00953396" w:rsidRPr="008102A7">
        <w:rPr>
          <w:rFonts w:ascii="Cambria" w:hAnsi="Cambria"/>
          <w:b/>
          <w:i/>
          <w:u w:val="single"/>
        </w:rPr>
        <w:t>____</w:t>
      </w:r>
    </w:p>
    <w:p w:rsidR="00953396" w:rsidRPr="008102A7" w:rsidRDefault="00953396" w:rsidP="00953396">
      <w:pPr>
        <w:rPr>
          <w:rFonts w:ascii="Cambria" w:hAnsi="Cambria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D91A7B" w:rsidRPr="008102A7">
        <w:tc>
          <w:tcPr>
            <w:tcW w:w="1368" w:type="dxa"/>
            <w:shd w:val="clear" w:color="auto" w:fill="auto"/>
          </w:tcPr>
          <w:p w:rsidR="00D91A7B" w:rsidRPr="008102A7" w:rsidRDefault="00D91A7B" w:rsidP="00953396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8102A7">
              <w:rPr>
                <w:rFonts w:ascii="Cambria" w:hAnsi="Cambria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D91A7B" w:rsidRPr="00C53BE0" w:rsidRDefault="00D91A7B" w:rsidP="0021646E">
            <w:pPr>
              <w:spacing w:before="2" w:after="2"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C53BE0">
              <w:rPr>
                <w:rFonts w:ascii="Cambria" w:hAnsi="Cambria" w:cs="Calibri"/>
                <w:b/>
                <w:sz w:val="20"/>
                <w:szCs w:val="20"/>
              </w:rPr>
              <w:t>Geometry Content/</w:t>
            </w:r>
            <w:r w:rsidR="00F60C87">
              <w:rPr>
                <w:rFonts w:ascii="Cambria" w:hAnsi="Cambria" w:cs="Calibri"/>
                <w:b/>
                <w:sz w:val="20"/>
                <w:szCs w:val="20"/>
              </w:rPr>
              <w:t>FUN</w:t>
            </w:r>
            <w:r w:rsidRPr="00C53BE0">
              <w:rPr>
                <w:rFonts w:ascii="Cambria" w:hAnsi="Cambria" w:cs="Calibri"/>
                <w:b/>
                <w:sz w:val="20"/>
                <w:szCs w:val="20"/>
              </w:rPr>
              <w:t xml:space="preserve">601 - </w:t>
            </w:r>
            <w:r w:rsidR="0021646E">
              <w:rPr>
                <w:rFonts w:ascii="Cambria" w:hAnsi="Cambria" w:cs="Calibri"/>
                <w:b/>
                <w:sz w:val="20"/>
                <w:szCs w:val="20"/>
              </w:rPr>
              <w:t>Ev</w:t>
            </w:r>
            <w:r w:rsidR="0021646E">
              <w:rPr>
                <w:sz w:val="22"/>
                <w:szCs w:val="22"/>
              </w:rPr>
              <w:t>aluate composite functions at integer values.</w:t>
            </w:r>
          </w:p>
        </w:tc>
      </w:tr>
      <w:tr w:rsidR="00D91A7B" w:rsidRPr="008102A7" w:rsidTr="00FC7EBA">
        <w:trPr>
          <w:trHeight w:val="98"/>
        </w:trPr>
        <w:tc>
          <w:tcPr>
            <w:tcW w:w="1368" w:type="dxa"/>
            <w:shd w:val="clear" w:color="auto" w:fill="auto"/>
          </w:tcPr>
          <w:p w:rsidR="00D91A7B" w:rsidRPr="008102A7" w:rsidRDefault="00D91A7B" w:rsidP="00953396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8102A7">
              <w:rPr>
                <w:rFonts w:ascii="Cambria" w:hAnsi="Cambria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F60C87" w:rsidRDefault="00F60C87" w:rsidP="00D15A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6C6481">
              <w:rPr>
                <w:color w:val="000000"/>
                <w:sz w:val="18"/>
                <w:szCs w:val="18"/>
              </w:rPr>
              <w:t>10.1 - Evaluate composite functions at integer values</w:t>
            </w:r>
          </w:p>
          <w:p w:rsidR="00D91A7B" w:rsidRPr="00F60C87" w:rsidRDefault="00F60C87" w:rsidP="00D15A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F60C87">
              <w:rPr>
                <w:sz w:val="18"/>
                <w:szCs w:val="18"/>
              </w:rPr>
              <w:t xml:space="preserve">10.2 - </w:t>
            </w:r>
            <w:r w:rsidRPr="00F60C87">
              <w:rPr>
                <w:color w:val="000000"/>
                <w:sz w:val="18"/>
                <w:szCs w:val="18"/>
              </w:rPr>
              <w:t>Write an expression for the composite of two simple functions.</w:t>
            </w:r>
          </w:p>
        </w:tc>
      </w:tr>
    </w:tbl>
    <w:p w:rsidR="004D0909" w:rsidRDefault="004D0909" w:rsidP="000A352C">
      <w:pPr>
        <w:rPr>
          <w:rFonts w:ascii="Cambria" w:hAnsi="Cambria"/>
        </w:rPr>
      </w:pPr>
    </w:p>
    <w:p w:rsidR="00FB4884" w:rsidRPr="00FB4884" w:rsidRDefault="00FB4884" w:rsidP="000A352C">
      <w:pPr>
        <w:rPr>
          <w:rFonts w:ascii="Cambria" w:hAnsi="Cambria"/>
          <w:b/>
        </w:rPr>
      </w:pPr>
      <w:r w:rsidRPr="00FB4884">
        <w:rPr>
          <w:rFonts w:ascii="Cambria" w:hAnsi="Cambria"/>
          <w:b/>
        </w:rPr>
        <w:t>Teacher Notes</w:t>
      </w:r>
    </w:p>
    <w:p w:rsidR="000F498A" w:rsidRDefault="000F498A" w:rsidP="000A352C">
      <w:pPr>
        <w:rPr>
          <w:rFonts w:asciiTheme="majorHAnsi" w:hAnsiTheme="majorHAnsi"/>
          <w:i/>
        </w:rPr>
      </w:pPr>
      <w:r w:rsidRPr="000F498A">
        <w:rPr>
          <w:rFonts w:ascii="Cambria" w:hAnsi="Cambria"/>
          <w:i/>
        </w:rPr>
        <w:t xml:space="preserve">What does it mean when we write f(x), </w:t>
      </w:r>
      <w:proofErr w:type="gramStart"/>
      <w:r w:rsidRPr="000F498A">
        <w:rPr>
          <w:rFonts w:ascii="Cambria" w:hAnsi="Cambria"/>
          <w:i/>
        </w:rPr>
        <w:t>g(</w:t>
      </w:r>
      <w:proofErr w:type="gramEnd"/>
      <w:r>
        <w:rPr>
          <w:rFonts w:ascii="Cambria" w:hAnsi="Cambria"/>
          <w:i/>
        </w:rPr>
        <w:t>a</w:t>
      </w:r>
      <w:r w:rsidRPr="000F498A">
        <w:rPr>
          <w:rFonts w:ascii="Cambria" w:hAnsi="Cambria"/>
          <w:i/>
        </w:rPr>
        <w:t xml:space="preserve">), h(t), </w:t>
      </w:r>
      <w:proofErr w:type="spellStart"/>
      <w:r w:rsidRPr="000F498A">
        <w:rPr>
          <w:rFonts w:ascii="Cambria" w:hAnsi="Cambria"/>
          <w:i/>
        </w:rPr>
        <w:t>etc</w:t>
      </w:r>
      <w:proofErr w:type="spellEnd"/>
      <w:r w:rsidRPr="000F498A">
        <w:rPr>
          <w:rFonts w:ascii="Cambria" w:hAnsi="Cambria"/>
          <w:i/>
        </w:rPr>
        <w:t>?</w:t>
      </w:r>
      <w:r>
        <w:rPr>
          <w:rFonts w:ascii="Cambria" w:hAnsi="Cambria"/>
          <w:i/>
        </w:rPr>
        <w:t xml:space="preserve"> – It means </w:t>
      </w:r>
      <w:r w:rsidR="004B4373">
        <w:rPr>
          <w:rFonts w:ascii="Cambria" w:hAnsi="Cambria"/>
          <w:i/>
        </w:rPr>
        <w:t xml:space="preserve">when </w:t>
      </w:r>
      <w:r>
        <w:rPr>
          <w:rFonts w:ascii="Cambria" w:hAnsi="Cambria"/>
          <w:i/>
        </w:rPr>
        <w:t>the function (f, g, h, etc.)</w:t>
      </w:r>
      <w:r w:rsidR="004B4373">
        <w:rPr>
          <w:rFonts w:ascii="Cambria" w:hAnsi="Cambria"/>
          <w:i/>
        </w:rPr>
        <w:t xml:space="preserve"> is e</w:t>
      </w:r>
      <w:r>
        <w:rPr>
          <w:rFonts w:ascii="Cambria" w:hAnsi="Cambria"/>
          <w:i/>
        </w:rPr>
        <w:t>valu</w:t>
      </w:r>
      <w:r w:rsidR="004B4373">
        <w:rPr>
          <w:rFonts w:ascii="Cambria" w:hAnsi="Cambria"/>
          <w:i/>
        </w:rPr>
        <w:t>at</w:t>
      </w:r>
      <w:r>
        <w:rPr>
          <w:rFonts w:ascii="Cambria" w:hAnsi="Cambria"/>
          <w:i/>
        </w:rPr>
        <w:t>e</w:t>
      </w:r>
      <w:r w:rsidR="004B4373">
        <w:rPr>
          <w:rFonts w:ascii="Cambria" w:hAnsi="Cambria"/>
          <w:i/>
        </w:rPr>
        <w:t>d</w:t>
      </w:r>
      <w:r>
        <w:rPr>
          <w:rFonts w:ascii="Cambria" w:hAnsi="Cambria"/>
          <w:i/>
        </w:rPr>
        <w:t xml:space="preserve"> </w:t>
      </w:r>
      <w:r w:rsidR="004B4373">
        <w:rPr>
          <w:rFonts w:ascii="Cambria" w:hAnsi="Cambria"/>
          <w:i/>
        </w:rPr>
        <w:t>at</w:t>
      </w:r>
      <w:r>
        <w:rPr>
          <w:rFonts w:ascii="Cambria" w:hAnsi="Cambria"/>
          <w:i/>
        </w:rPr>
        <w:t xml:space="preserve"> (x</w:t>
      </w:r>
      <w:r w:rsidR="004B4373">
        <w:rPr>
          <w:rFonts w:ascii="Cambria" w:hAnsi="Cambria"/>
          <w:i/>
        </w:rPr>
        <w:t>, a</w:t>
      </w:r>
      <w:r>
        <w:rPr>
          <w:rFonts w:ascii="Cambria" w:hAnsi="Cambria"/>
          <w:i/>
        </w:rPr>
        <w:t>,</w:t>
      </w:r>
      <w:r w:rsidR="004B4373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 xml:space="preserve">t, etc.) it behaves </w:t>
      </w:r>
      <w:r w:rsidR="004B4373">
        <w:rPr>
          <w:rFonts w:ascii="Cambria" w:hAnsi="Cambria"/>
          <w:i/>
        </w:rPr>
        <w:t>like this</w:t>
      </w:r>
      <w:r w:rsidRPr="000F498A">
        <w:rPr>
          <w:rFonts w:ascii="Cambria" w:hAnsi="Cambria"/>
          <w:i/>
        </w:rPr>
        <w:t xml:space="preserve">: </w:t>
      </w:r>
      <w:r w:rsidRPr="000F498A">
        <w:rPr>
          <w:rFonts w:ascii="Calibri" w:hAnsi="Calibri"/>
          <w:i/>
        </w:rPr>
        <w:fldChar w:fldCharType="begin"/>
      </w:r>
      <w:r w:rsidRPr="000F498A">
        <w:rPr>
          <w:rFonts w:ascii="Calibri" w:hAnsi="Calibri"/>
          <w:i/>
        </w:rPr>
        <w:instrText xml:space="preserve"> QUOTE </w:instrText>
      </w:r>
      <w:r w:rsidR="00C371EF">
        <w:rPr>
          <w:i/>
          <w:noProof/>
          <w:position w:val="-6"/>
        </w:rPr>
        <w:drawing>
          <wp:inline distT="0" distB="0" distL="0" distR="0">
            <wp:extent cx="467995" cy="180975"/>
            <wp:effectExtent l="0" t="0" r="8255" b="9525"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98A">
        <w:rPr>
          <w:rFonts w:ascii="Calibri" w:hAnsi="Calibri"/>
          <w:i/>
        </w:rPr>
        <w:instrText xml:space="preserve"> </w:instrText>
      </w:r>
      <w:r w:rsidRPr="000F498A">
        <w:rPr>
          <w:rFonts w:ascii="Calibri" w:hAnsi="Calibri"/>
          <w:i/>
        </w:rPr>
        <w:fldChar w:fldCharType="separate"/>
      </w:r>
      <w:r w:rsidRPr="000F498A">
        <w:rPr>
          <w:rFonts w:ascii="Calibri" w:hAnsi="Calibri"/>
          <w:i/>
          <w:position w:val="-6"/>
        </w:rPr>
        <w:object w:dxaOrig="6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5pt;height:15.9pt" o:ole="">
            <v:imagedata r:id="rId9" o:title=""/>
          </v:shape>
          <o:OLEObject Type="Embed" ProgID="Equation.3" ShapeID="_x0000_i1025" DrawAspect="Content" ObjectID="_1420289724" r:id="rId10"/>
        </w:object>
      </w:r>
      <w:r w:rsidRPr="000F498A">
        <w:rPr>
          <w:rFonts w:ascii="Calibri" w:hAnsi="Calibri"/>
          <w:i/>
        </w:rPr>
        <w:fldChar w:fldCharType="end"/>
      </w:r>
      <w:r w:rsidRPr="000F498A">
        <w:rPr>
          <w:rFonts w:asciiTheme="majorHAnsi" w:hAnsiTheme="majorHAnsi"/>
          <w:i/>
        </w:rPr>
        <w:t xml:space="preserve"> or however.</w:t>
      </w:r>
    </w:p>
    <w:p w:rsidR="000F498A" w:rsidRDefault="000F498A" w:rsidP="000A352C">
      <w:pPr>
        <w:rPr>
          <w:rFonts w:ascii="Cambria" w:hAnsi="Cambria"/>
          <w:i/>
        </w:rPr>
      </w:pPr>
    </w:p>
    <w:p w:rsidR="000F498A" w:rsidRPr="00850D14" w:rsidRDefault="000F498A" w:rsidP="000F498A">
      <w:pPr>
        <w:tabs>
          <w:tab w:val="left" w:pos="1942"/>
        </w:tabs>
        <w:spacing w:line="360" w:lineRule="auto"/>
        <w:rPr>
          <w:rFonts w:ascii="Calibri" w:hAnsi="Calibri"/>
          <w:i/>
        </w:rPr>
      </w:pPr>
      <w:r w:rsidRPr="00850D14">
        <w:rPr>
          <w:rFonts w:ascii="Calibri" w:hAnsi="Calibri"/>
          <w:b/>
          <w:i/>
        </w:rPr>
        <w:t xml:space="preserve">Composition of functions: </w:t>
      </w:r>
      <w:r w:rsidRPr="00850D14">
        <w:rPr>
          <w:rFonts w:ascii="Calibri" w:hAnsi="Calibri"/>
          <w:i/>
        </w:rPr>
        <w:t>Process through which an entire function is substituted into another function.</w:t>
      </w:r>
    </w:p>
    <w:p w:rsidR="000F498A" w:rsidRPr="00095D03" w:rsidRDefault="000F498A" w:rsidP="000F498A">
      <w:pPr>
        <w:rPr>
          <w:rFonts w:ascii="Calibri" w:hAnsi="Calibri"/>
          <w:i/>
        </w:rPr>
      </w:pPr>
      <w:r w:rsidRPr="00850D14">
        <w:rPr>
          <w:rFonts w:ascii="Calibri" w:hAnsi="Calibri"/>
          <w:i/>
        </w:rPr>
        <w:t xml:space="preserve">Two types of composition </w:t>
      </w:r>
      <w:r w:rsidRPr="000F498A">
        <w:rPr>
          <w:rFonts w:ascii="Calibri" w:hAnsi="Calibri"/>
          <w:b/>
          <w:i/>
        </w:rPr>
        <w:t>notation</w:t>
      </w:r>
      <w:r w:rsidRPr="00850D14">
        <w:rPr>
          <w:rFonts w:ascii="Calibri" w:hAnsi="Calibri"/>
          <w:i/>
        </w:rPr>
        <w:t xml:space="preserve">:  1) </w:t>
      </w:r>
      <w:proofErr w:type="gramStart"/>
      <w:r w:rsidRPr="00850D14">
        <w:rPr>
          <w:rFonts w:ascii="Calibri" w:hAnsi="Calibri"/>
          <w:i/>
        </w:rPr>
        <w:t>f(</w:t>
      </w:r>
      <w:proofErr w:type="gramEnd"/>
      <w:r w:rsidRPr="00850D14">
        <w:rPr>
          <w:rFonts w:ascii="Calibri" w:hAnsi="Calibri"/>
          <w:i/>
        </w:rPr>
        <w:t>g(x)) and 2) (f</w:t>
      </w:r>
      <m:oMath>
        <m:r>
          <w:rPr>
            <w:rFonts w:ascii="Cambria Math" w:hAnsi="Calibri"/>
          </w:rPr>
          <m:t xml:space="preserve"> </m:t>
        </m:r>
        <m:r>
          <w:rPr>
            <w:rFonts w:ascii="Lucida Sans Unicode" w:hAnsi="Lucida Sans Unicode" w:cs="Lucida Sans Unicode"/>
          </w:rPr>
          <m:t>∘</m:t>
        </m:r>
      </m:oMath>
      <w:r w:rsidR="00095D03">
        <w:rPr>
          <w:rFonts w:ascii="Calibri" w:hAnsi="Calibri"/>
          <w:i/>
        </w:rPr>
        <w:t xml:space="preserve"> g)(x). Read: f of g of  </w:t>
      </w:r>
      <w:r w:rsidR="00095D03" w:rsidRPr="00095D03">
        <w:rPr>
          <w:rFonts w:ascii="Calibri" w:hAnsi="Calibri"/>
          <w:b/>
          <w:i/>
        </w:rPr>
        <w:t>or</w:t>
      </w:r>
      <w:r w:rsidR="00095D03">
        <w:rPr>
          <w:rFonts w:ascii="Calibri" w:hAnsi="Calibri"/>
          <w:b/>
          <w:i/>
        </w:rPr>
        <w:t xml:space="preserve"> ” f </w:t>
      </w:r>
      <w:r w:rsidR="00095D03" w:rsidRPr="00095D03">
        <w:rPr>
          <w:rFonts w:ascii="Calibri" w:hAnsi="Calibri"/>
          <w:b/>
          <w:i/>
          <w:u w:val="single"/>
        </w:rPr>
        <w:t>after</w:t>
      </w:r>
      <w:r w:rsidR="00095D03" w:rsidRPr="00095D03">
        <w:rPr>
          <w:rFonts w:ascii="Calibri" w:hAnsi="Calibri"/>
          <w:b/>
          <w:i/>
        </w:rPr>
        <w:t xml:space="preserve"> g</w:t>
      </w:r>
      <w:r w:rsidR="00095D03">
        <w:rPr>
          <w:rFonts w:ascii="Calibri" w:hAnsi="Calibri"/>
          <w:b/>
          <w:i/>
        </w:rPr>
        <w:t xml:space="preserve"> of x”</w:t>
      </w:r>
    </w:p>
    <w:p w:rsidR="000F498A" w:rsidRDefault="000F498A" w:rsidP="000A352C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B4373" w:rsidRPr="003801C8" w:rsidRDefault="004B4373" w:rsidP="004B4373">
      <w:pPr>
        <w:rPr>
          <w:rFonts w:ascii="Calibri" w:hAnsi="Calibri"/>
          <w:i/>
        </w:rPr>
      </w:pPr>
      <w:r w:rsidRPr="003801C8">
        <w:rPr>
          <w:rFonts w:ascii="Calibri" w:hAnsi="Calibri"/>
          <w:b/>
          <w:i/>
        </w:rPr>
        <w:t>Example 1:</w:t>
      </w:r>
      <w:r w:rsidRPr="003801C8">
        <w:rPr>
          <w:rFonts w:ascii="Calibri" w:hAnsi="Calibri"/>
          <w:i/>
        </w:rPr>
        <w:t xml:space="preserve"> Let f(x) = 2x -7 and g(x) =</w:t>
      </w:r>
      <w:r w:rsidRPr="003801C8">
        <w:rPr>
          <w:rFonts w:ascii="Calibri" w:hAnsi="Calibri"/>
          <w:i/>
        </w:rPr>
        <w:fldChar w:fldCharType="begin"/>
      </w:r>
      <w:r w:rsidRPr="003801C8">
        <w:rPr>
          <w:rFonts w:ascii="Calibri" w:hAnsi="Calibri"/>
          <w:i/>
        </w:rPr>
        <w:instrText xml:space="preserve"> QUOTE </w:instrText>
      </w:r>
      <w:r w:rsidR="00C371EF">
        <w:rPr>
          <w:i/>
          <w:noProof/>
          <w:position w:val="-6"/>
        </w:rPr>
        <w:drawing>
          <wp:inline distT="0" distB="0" distL="0" distR="0">
            <wp:extent cx="467995" cy="180975"/>
            <wp:effectExtent l="0" t="0" r="8255" b="9525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1C8">
        <w:rPr>
          <w:rFonts w:ascii="Calibri" w:hAnsi="Calibri"/>
          <w:i/>
        </w:rPr>
        <w:instrText xml:space="preserve"> </w:instrText>
      </w:r>
      <w:r w:rsidRPr="003801C8">
        <w:rPr>
          <w:rFonts w:ascii="Calibri" w:hAnsi="Calibri"/>
          <w:i/>
        </w:rPr>
        <w:fldChar w:fldCharType="separate"/>
      </w:r>
      <w:r w:rsidR="00C371EF">
        <w:rPr>
          <w:i/>
          <w:noProof/>
          <w:position w:val="-6"/>
        </w:rPr>
        <w:drawing>
          <wp:inline distT="0" distB="0" distL="0" distR="0">
            <wp:extent cx="467995" cy="180975"/>
            <wp:effectExtent l="0" t="0" r="8255" b="9525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1C8">
        <w:rPr>
          <w:rFonts w:ascii="Calibri" w:hAnsi="Calibri"/>
          <w:i/>
        </w:rPr>
        <w:fldChar w:fldCharType="end"/>
      </w:r>
      <w:r w:rsidRPr="003801C8">
        <w:rPr>
          <w:rFonts w:ascii="Calibri" w:hAnsi="Calibri"/>
          <w:i/>
        </w:rPr>
        <w:t xml:space="preserve">.  What is the value of </w:t>
      </w:r>
      <w:proofErr w:type="gramStart"/>
      <w:r w:rsidRPr="003801C8">
        <w:rPr>
          <w:rFonts w:ascii="Calibri" w:hAnsi="Calibri"/>
          <w:i/>
        </w:rPr>
        <w:t>f(</w:t>
      </w:r>
      <w:proofErr w:type="gramEnd"/>
      <w:r w:rsidRPr="003801C8">
        <w:rPr>
          <w:rFonts w:ascii="Calibri" w:hAnsi="Calibri"/>
          <w:i/>
        </w:rPr>
        <w:t>g(2))?</w:t>
      </w:r>
      <w:r>
        <w:rPr>
          <w:rFonts w:ascii="Calibri" w:hAnsi="Calibri"/>
          <w:i/>
        </w:rPr>
        <w:t xml:space="preserve"> </w:t>
      </w:r>
      <w:r w:rsidRPr="004B4373">
        <w:rPr>
          <w:rFonts w:ascii="Calibri" w:hAnsi="Calibri"/>
          <w:i/>
        </w:rPr>
        <w:sym w:font="Wingdings" w:char="F0DF"/>
      </w:r>
      <w:r>
        <w:rPr>
          <w:rFonts w:ascii="Calibri" w:hAnsi="Calibri"/>
          <w:i/>
        </w:rPr>
        <w:t>Want to start from the inner most (), Recall PEMDAS.</w:t>
      </w:r>
    </w:p>
    <w:p w:rsidR="004B4373" w:rsidRPr="00604FED" w:rsidRDefault="004B4373" w:rsidP="004B4373">
      <w:pPr>
        <w:rPr>
          <w:rFonts w:ascii="Calibri" w:hAnsi="Calibri"/>
        </w:rPr>
      </w:pPr>
    </w:p>
    <w:p w:rsidR="004B4373" w:rsidRPr="00604FED" w:rsidRDefault="00C371EF" w:rsidP="004B4373">
      <w:pPr>
        <w:rPr>
          <w:rFonts w:ascii="Calibri" w:hAnsi="Calibri"/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3731895</wp:posOffset>
                </wp:positionH>
                <wp:positionV relativeFrom="paragraph">
                  <wp:posOffset>20955</wp:posOffset>
                </wp:positionV>
                <wp:extent cx="2636520" cy="812800"/>
                <wp:effectExtent l="7620" t="8255" r="13335" b="7620"/>
                <wp:wrapNone/>
                <wp:docPr id="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3801C8" w:rsidRDefault="004B4373" w:rsidP="004B4373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3801C8">
                              <w:rPr>
                                <w:rFonts w:ascii="Calibri" w:hAnsi="Calibri"/>
                                <w:b/>
                                <w:i/>
                              </w:rPr>
                              <w:t xml:space="preserve">Step 2: </w:t>
                            </w:r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>Substitute th</w:t>
                            </w:r>
                            <w:r w:rsidR="0027493B">
                              <w:rPr>
                                <w:rFonts w:ascii="Calibri" w:hAnsi="Calibri"/>
                                <w:i/>
                              </w:rPr>
                              <w:t xml:space="preserve">e value from step 1 (the </w:t>
                            </w:r>
                            <w:proofErr w:type="gramStart"/>
                            <w:r w:rsidR="0027493B">
                              <w:rPr>
                                <w:rFonts w:ascii="Calibri" w:hAnsi="Calibri"/>
                                <w:i/>
                              </w:rPr>
                              <w:t xml:space="preserve">inside </w:t>
                            </w:r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>function</w:t>
                            </w:r>
                            <w:proofErr w:type="gramEnd"/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>) into the “outside” function.</w:t>
                            </w:r>
                          </w:p>
                          <w:p w:rsidR="004B4373" w:rsidRPr="003801C8" w:rsidRDefault="004B4373" w:rsidP="004B4373">
                            <w:pPr>
                              <w:rPr>
                                <w:rFonts w:ascii="Calibri" w:hAnsi="Calibri"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7" type="#_x0000_t202" style="position:absolute;margin-left:293.85pt;margin-top:1.65pt;width:207.6pt;height:6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">
                <v:textbox>
                  <w:txbxContent>
                    <w:p w:rsidR="004B4373" w:rsidRPr="003801C8" w:rsidRDefault="004B4373" w:rsidP="004B4373">
                      <w:pPr>
                        <w:rPr>
                          <w:rFonts w:ascii="Calibri" w:hAnsi="Calibri"/>
                          <w:i/>
                        </w:rPr>
                      </w:pPr>
                      <w:r w:rsidRPr="003801C8">
                        <w:rPr>
                          <w:rFonts w:ascii="Calibri" w:hAnsi="Calibri"/>
                          <w:b/>
                          <w:i/>
                        </w:rPr>
                        <w:t xml:space="preserve">Step 2: </w:t>
                      </w:r>
                      <w:r w:rsidRPr="003801C8">
                        <w:rPr>
                          <w:rFonts w:ascii="Calibri" w:hAnsi="Calibri"/>
                          <w:i/>
                        </w:rPr>
                        <w:t>Substitute th</w:t>
                      </w:r>
                      <w:r w:rsidR="0027493B">
                        <w:rPr>
                          <w:rFonts w:ascii="Calibri" w:hAnsi="Calibri"/>
                          <w:i/>
                        </w:rPr>
                        <w:t xml:space="preserve">e value from step 1 (the </w:t>
                      </w:r>
                      <w:proofErr w:type="gramStart"/>
                      <w:r w:rsidR="0027493B">
                        <w:rPr>
                          <w:rFonts w:ascii="Calibri" w:hAnsi="Calibri"/>
                          <w:i/>
                        </w:rPr>
                        <w:t xml:space="preserve">inside </w:t>
                      </w:r>
                      <w:r w:rsidRPr="003801C8">
                        <w:rPr>
                          <w:rFonts w:ascii="Calibri" w:hAnsi="Calibri"/>
                          <w:i/>
                        </w:rPr>
                        <w:t>function</w:t>
                      </w:r>
                      <w:proofErr w:type="gramEnd"/>
                      <w:r w:rsidRPr="003801C8">
                        <w:rPr>
                          <w:rFonts w:ascii="Calibri" w:hAnsi="Calibri"/>
                          <w:i/>
                        </w:rPr>
                        <w:t>) into the “outside” function.</w:t>
                      </w:r>
                    </w:p>
                    <w:p w:rsidR="004B4373" w:rsidRPr="003801C8" w:rsidRDefault="004B4373" w:rsidP="004B4373">
                      <w:pPr>
                        <w:rPr>
                          <w:rFonts w:ascii="Calibri" w:hAnsi="Calibri" w:cs="Calibri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20955</wp:posOffset>
                </wp:positionV>
                <wp:extent cx="2636520" cy="635000"/>
                <wp:effectExtent l="12700" t="8255" r="8255" b="139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3801C8" w:rsidRDefault="004B4373" w:rsidP="004B4373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3801C8">
                              <w:rPr>
                                <w:rFonts w:ascii="Calibri" w:hAnsi="Calibri"/>
                                <w:b/>
                                <w:i/>
                              </w:rPr>
                              <w:t>Step 1:</w:t>
                            </w:r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 xml:space="preserve"> Substitute the value into the “inside” function.</w:t>
                            </w:r>
                          </w:p>
                          <w:p w:rsidR="004B4373" w:rsidRPr="003801C8" w:rsidRDefault="004B4373" w:rsidP="004B4373">
                            <w:pPr>
                              <w:rPr>
                                <w:rFonts w:ascii="Calibri" w:hAnsi="Calibri"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7.75pt;margin-top:1.65pt;width:207.6pt;height:5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">
                <v:textbox>
                  <w:txbxContent>
                    <w:p w:rsidR="004B4373" w:rsidRPr="003801C8" w:rsidRDefault="004B4373" w:rsidP="004B4373">
                      <w:pPr>
                        <w:rPr>
                          <w:rFonts w:ascii="Calibri" w:hAnsi="Calibri"/>
                          <w:i/>
                        </w:rPr>
                      </w:pPr>
                      <w:r w:rsidRPr="003801C8">
                        <w:rPr>
                          <w:rFonts w:ascii="Calibri" w:hAnsi="Calibri"/>
                          <w:b/>
                          <w:i/>
                        </w:rPr>
                        <w:t>Step 1:</w:t>
                      </w:r>
                      <w:r w:rsidRPr="003801C8">
                        <w:rPr>
                          <w:rFonts w:ascii="Calibri" w:hAnsi="Calibri"/>
                          <w:i/>
                        </w:rPr>
                        <w:t xml:space="preserve"> Substitute the value into the “inside” function.</w:t>
                      </w:r>
                    </w:p>
                    <w:p w:rsidR="004B4373" w:rsidRPr="003801C8" w:rsidRDefault="004B4373" w:rsidP="004B4373">
                      <w:pPr>
                        <w:rPr>
                          <w:rFonts w:ascii="Calibri" w:hAnsi="Calibri" w:cs="Calibri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4373" w:rsidRPr="00604FED" w:rsidRDefault="004B4373" w:rsidP="004B4373">
      <w:pPr>
        <w:rPr>
          <w:rFonts w:ascii="Calibri" w:hAnsi="Calibri"/>
          <w:b/>
        </w:rPr>
      </w:pP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116205</wp:posOffset>
                </wp:positionV>
                <wp:extent cx="1393190" cy="1044575"/>
                <wp:effectExtent l="7620" t="8890" r="8890" b="13335"/>
                <wp:wrapNone/>
                <wp:docPr id="17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3190" cy="1044575"/>
                        </a:xfrm>
                        <a:prstGeom prst="flowChartMagnetic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AutoShape 50" o:spid="_x0000_s1026" type="#_x0000_t131" style="position:absolute;margin-left:-30.15pt;margin-top:9.15pt;width:109.7pt;height:82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"/>
            </w:pict>
          </mc:Fallback>
        </mc:AlternateContent>
      </w: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-372110</wp:posOffset>
                </wp:positionH>
                <wp:positionV relativeFrom="paragraph">
                  <wp:posOffset>137160</wp:posOffset>
                </wp:positionV>
                <wp:extent cx="1393190" cy="913130"/>
                <wp:effectExtent l="0" t="0" r="0" b="4445"/>
                <wp:wrapNone/>
                <wp:docPr id="1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373" w:rsidRPr="004B4373" w:rsidRDefault="004B4373" w:rsidP="004B4373">
                            <w:pPr>
                              <w:jc w:val="center"/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Take the function </w:t>
                            </w:r>
                            <w:r w:rsidRPr="004B4373">
                              <w:rPr>
                                <w:rFonts w:ascii="Calibri" w:hAnsi="Calibri"/>
                                <w:b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and evaluate it at </w:t>
                            </w:r>
                            <w:r w:rsidRPr="004B4373">
                              <w:rPr>
                                <w:rFonts w:ascii="Calibri" w:hAnsi="Calibri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/>
                              </w:rPr>
                              <w:t>How does it behave?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9" type="#_x0000_t202" style="position:absolute;margin-left:-29.3pt;margin-top:10.8pt;width:109.7pt;height:71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" filled="f" fillcolor="white [3212]" stroked="f">
                <v:textbox>
                  <w:txbxContent>
                    <w:p w:rsidR="004B4373" w:rsidRPr="004B4373" w:rsidRDefault="004B4373" w:rsidP="004B4373">
                      <w:pPr>
                        <w:jc w:val="center"/>
                      </w:pPr>
                      <w:r>
                        <w:rPr>
                          <w:rFonts w:ascii="Calibri" w:hAnsi="Calibri"/>
                        </w:rPr>
                        <w:t>Take the function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4B4373">
                        <w:rPr>
                          <w:rFonts w:ascii="Calibri" w:hAnsi="Calibri"/>
                          <w:b/>
                          <w:i/>
                        </w:rPr>
                        <w:t>g</w:t>
                      </w:r>
                      <w:r>
                        <w:rPr>
                          <w:rFonts w:ascii="Calibri" w:hAnsi="Calibri"/>
                        </w:rPr>
                        <w:t xml:space="preserve"> a</w:t>
                      </w:r>
                      <w:r>
                        <w:rPr>
                          <w:rFonts w:ascii="Calibri" w:hAnsi="Calibri"/>
                        </w:rPr>
                        <w:t>nd evaluate it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at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4B4373">
                        <w:rPr>
                          <w:rFonts w:ascii="Calibri" w:hAnsi="Calibri"/>
                          <w:b/>
                        </w:rPr>
                        <w:t>2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. </w:t>
                      </w:r>
                      <w:r>
                        <w:rPr>
                          <w:rFonts w:ascii="Calibri" w:hAnsi="Calibri"/>
                        </w:rPr>
                        <w:t>How does it behave?</w:t>
                      </w:r>
                    </w:p>
                  </w:txbxContent>
                </v:textbox>
              </v:shape>
            </w:pict>
          </mc:Fallback>
        </mc:AlternateContent>
      </w: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57150</wp:posOffset>
                </wp:positionV>
                <wp:extent cx="1162050" cy="388620"/>
                <wp:effectExtent l="6985" t="17145" r="0" b="13335"/>
                <wp:wrapNone/>
                <wp:docPr id="1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88620"/>
                        </a:xfrm>
                        <a:prstGeom prst="curvedDownArrow">
                          <a:avLst>
                            <a:gd name="adj1" fmla="val 21568"/>
                            <a:gd name="adj2" fmla="val 8137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47" o:spid="_x0000_s1026" type="#_x0000_t105" style="position:absolute;margin-left:263.8pt;margin-top:4.5pt;width:91.5pt;height:30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" adj="15722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89535</wp:posOffset>
                </wp:positionV>
                <wp:extent cx="893445" cy="388620"/>
                <wp:effectExtent l="13970" t="11430" r="0" b="19050"/>
                <wp:wrapNone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3445" cy="388620"/>
                        </a:xfrm>
                        <a:prstGeom prst="curvedDownArrow">
                          <a:avLst>
                            <a:gd name="adj1" fmla="val 16583"/>
                            <a:gd name="adj2" fmla="val 6256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105" style="position:absolute;margin-left:97.1pt;margin-top:7.05pt;width:70.35pt;height:30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" adj="15722"/>
            </w:pict>
          </mc:Fallback>
        </mc:AlternateContent>
      </w:r>
    </w:p>
    <w:p w:rsidR="004B4373" w:rsidRPr="00604FED" w:rsidRDefault="004B4373" w:rsidP="004B4373">
      <w:pPr>
        <w:rPr>
          <w:rFonts w:ascii="Calibri" w:hAnsi="Calibri"/>
        </w:rPr>
      </w:pP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176530</wp:posOffset>
                </wp:positionV>
                <wp:extent cx="315595" cy="294005"/>
                <wp:effectExtent l="8890" t="13335" r="8890" b="6985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9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3801C8" w:rsidRDefault="004B4373" w:rsidP="004B437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8</w:t>
                            </w:r>
                          </w:p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margin-left:257.95pt;margin-top:13.9pt;width:24.85pt;height:23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">
                <v:textbox>
                  <w:txbxContent>
                    <w:p w:rsidR="004B4373" w:rsidRPr="003801C8" w:rsidRDefault="004B4373" w:rsidP="004B4373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8</w:t>
                      </w:r>
                    </w:p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180340</wp:posOffset>
                </wp:positionV>
                <wp:extent cx="949325" cy="638175"/>
                <wp:effectExtent l="6985" t="7620" r="5715" b="1143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3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 w:rsidRPr="00604FED">
                              <w:rPr>
                                <w:rFonts w:ascii="Calibri" w:hAnsi="Calibri"/>
                              </w:rPr>
                              <w:t>f(</w:t>
                            </w:r>
                            <w:proofErr w:type="gramEnd"/>
                            <w:r w:rsidRPr="00604FED">
                              <w:rPr>
                                <w:rFonts w:ascii="Calibri" w:hAnsi="Calibri"/>
                              </w:rPr>
                              <w:t>x) = 2x -7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margin-left:317.05pt;margin-top:14.2pt;width:74.75pt;height:50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">
                <v:textbox>
                  <w:txbxContent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604FED">
                        <w:rPr>
                          <w:rFonts w:ascii="Calibri" w:hAnsi="Calibri"/>
                        </w:rPr>
                        <w:t>f(</w:t>
                      </w:r>
                      <w:proofErr w:type="gramEnd"/>
                      <w:r w:rsidRPr="00604FED">
                        <w:rPr>
                          <w:rFonts w:ascii="Calibri" w:hAnsi="Calibri"/>
                        </w:rPr>
                        <w:t>x) = 2x -7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180340</wp:posOffset>
                </wp:positionV>
                <wp:extent cx="1250315" cy="638175"/>
                <wp:effectExtent l="5715" t="7620" r="10795" b="1143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 w:rsidRPr="00FC685A">
                              <w:rPr>
                                <w:rFonts w:ascii="Calibri" w:hAnsi="Calibri"/>
                              </w:rPr>
                              <w:t>g(</w:t>
                            </w:r>
                            <w:proofErr w:type="gramEnd"/>
                            <w:r w:rsidRPr="00FC685A">
                              <w:rPr>
                                <w:rFonts w:ascii="Calibri" w:hAnsi="Calibri"/>
                              </w:rPr>
                              <w:t>x) =</w:t>
                            </w:r>
                            <w:r w:rsidRPr="00FC685A">
                              <w:rPr>
                                <w:rFonts w:ascii="Calibri" w:hAnsi="Calibri"/>
                              </w:rPr>
                              <w:fldChar w:fldCharType="begin"/>
                            </w:r>
                            <w:r w:rsidRPr="00FC685A">
                              <w:rPr>
                                <w:rFonts w:ascii="Calibri" w:hAnsi="Calibri"/>
                              </w:rPr>
                              <w:instrText xml:space="preserve"> QUOTE </w:instrText>
                            </w:r>
                            <w:r w:rsidR="00C371EF"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>
                                  <wp:extent cx="467995" cy="180975"/>
                                  <wp:effectExtent l="0" t="0" r="8255" b="9525"/>
                                  <wp:docPr id="13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99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C685A">
                              <w:rPr>
                                <w:rFonts w:ascii="Calibri" w:hAnsi="Calibri"/>
                              </w:rPr>
                              <w:instrText xml:space="preserve"> </w:instrText>
                            </w:r>
                            <w:r w:rsidRPr="00FC685A">
                              <w:rPr>
                                <w:rFonts w:ascii="Calibri" w:hAnsi="Calibri"/>
                              </w:rPr>
                              <w:fldChar w:fldCharType="separate"/>
                            </w:r>
                            <w:r w:rsidRPr="004C7FB6">
                              <w:rPr>
                                <w:rFonts w:ascii="Calibri" w:hAnsi="Calibri"/>
                                <w:position w:val="-6"/>
                              </w:rPr>
                              <w:object w:dxaOrig="660" w:dyaOrig="320">
                                <v:shape id="_x0000_i1040" type="#_x0000_t75" style="width:32.65pt;height:15.9pt" o:ole="">
                                  <v:imagedata r:id="rId9" o:title=""/>
                                </v:shape>
                                <o:OLEObject Type="Embed" ProgID="Equation.3" ShapeID="_x0000_i1040" DrawAspect="Content" ObjectID="_1420289739" r:id="rId11"/>
                              </w:object>
                            </w:r>
                            <w:r w:rsidRPr="00FC685A">
                              <w:rPr>
                                <w:rFonts w:ascii="Calibri" w:hAnsi="Calibr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116.7pt;margin-top:14.2pt;width:98.45pt;height:50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">
                <v:textbox>
                  <w:txbxContent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FC685A">
                        <w:rPr>
                          <w:rFonts w:ascii="Calibri" w:hAnsi="Calibri"/>
                        </w:rPr>
                        <w:t>g(</w:t>
                      </w:r>
                      <w:proofErr w:type="gramEnd"/>
                      <w:r w:rsidRPr="00FC685A">
                        <w:rPr>
                          <w:rFonts w:ascii="Calibri" w:hAnsi="Calibri"/>
                        </w:rPr>
                        <w:t>x) =</w:t>
                      </w:r>
                      <w:r w:rsidRPr="00FC685A">
                        <w:rPr>
                          <w:rFonts w:ascii="Calibri" w:hAnsi="Calibri"/>
                        </w:rPr>
                        <w:fldChar w:fldCharType="begin"/>
                      </w:r>
                      <w:r w:rsidRPr="00FC685A">
                        <w:rPr>
                          <w:rFonts w:ascii="Calibri" w:hAnsi="Calibri"/>
                        </w:rPr>
                        <w:instrText xml:space="preserve"> QUOTE </w:instrText>
                      </w:r>
                      <w:r w:rsidR="00C371EF"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467995" cy="180975"/>
                            <wp:effectExtent l="0" t="0" r="8255" b="9525"/>
                            <wp:docPr id="13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995" cy="180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C685A">
                        <w:rPr>
                          <w:rFonts w:ascii="Calibri" w:hAnsi="Calibri"/>
                        </w:rPr>
                        <w:instrText xml:space="preserve"> </w:instrText>
                      </w:r>
                      <w:r w:rsidRPr="00FC685A">
                        <w:rPr>
                          <w:rFonts w:ascii="Calibri" w:hAnsi="Calibri"/>
                        </w:rPr>
                        <w:fldChar w:fldCharType="separate"/>
                      </w:r>
                      <w:r w:rsidRPr="004C7FB6">
                        <w:rPr>
                          <w:rFonts w:ascii="Calibri" w:hAnsi="Calibri"/>
                          <w:position w:val="-6"/>
                        </w:rPr>
                        <w:object w:dxaOrig="660" w:dyaOrig="320">
                          <v:shape id="_x0000_i1041" type="#_x0000_t75" style="width:32.65pt;height:15.9pt" o:ole="">
                            <v:imagedata r:id="rId13" o:title=""/>
                          </v:shape>
                          <o:OLEObject Type="Embed" ProgID="Equation.3" ShapeID="_x0000_i1041" DrawAspect="Content" ObjectID="_1420107984" r:id="rId14"/>
                        </w:object>
                      </w:r>
                      <w:r w:rsidRPr="00FC685A">
                        <w:rPr>
                          <w:rFonts w:ascii="Calibri" w:hAnsi="Calibri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180340</wp:posOffset>
                </wp:positionV>
                <wp:extent cx="591820" cy="294005"/>
                <wp:effectExtent l="13335" t="7620" r="13970" b="12700"/>
                <wp:wrapNone/>
                <wp:docPr id="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604FED" w:rsidRDefault="004B4373" w:rsidP="004B437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604FED">
                              <w:rPr>
                                <w:rFonts w:ascii="Calibri" w:hAnsi="Calibri"/>
                                <w:b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9</w:t>
                            </w:r>
                          </w:p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3" type="#_x0000_t202" style="position:absolute;margin-left:403.8pt;margin-top:14.2pt;width:46.6pt;height:23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">
                <v:textbox>
                  <w:txbxContent>
                    <w:p w:rsidR="004B4373" w:rsidRPr="00604FED" w:rsidRDefault="004B4373" w:rsidP="004B4373">
                      <w:pPr>
                        <w:rPr>
                          <w:rFonts w:ascii="Calibri" w:hAnsi="Calibri"/>
                        </w:rPr>
                      </w:pPr>
                      <w:r w:rsidRPr="00604FED">
                        <w:rPr>
                          <w:rFonts w:ascii="Calibri" w:hAnsi="Calibri"/>
                          <w:b/>
                        </w:rPr>
                        <w:t>=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9</w:t>
                      </w:r>
                    </w:p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180340</wp:posOffset>
                </wp:positionV>
                <wp:extent cx="315595" cy="294005"/>
                <wp:effectExtent l="9525" t="7620" r="8255" b="1270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9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604FED" w:rsidRDefault="004B4373" w:rsidP="004B437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604FED">
                              <w:rPr>
                                <w:rFonts w:ascii="Calibri" w:hAnsi="Calibri"/>
                                <w:b/>
                              </w:rPr>
                              <w:t>=</w:t>
                            </w:r>
                          </w:p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margin-left:220.5pt;margin-top:14.2pt;width:24.85pt;height:23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">
                <v:textbox>
                  <w:txbxContent>
                    <w:p w:rsidR="004B4373" w:rsidRPr="00604FED" w:rsidRDefault="004B4373" w:rsidP="004B4373">
                      <w:pPr>
                        <w:rPr>
                          <w:rFonts w:ascii="Calibri" w:hAnsi="Calibri"/>
                        </w:rPr>
                      </w:pPr>
                      <w:r w:rsidRPr="00604FED">
                        <w:rPr>
                          <w:rFonts w:ascii="Calibri" w:hAnsi="Calibri"/>
                          <w:b/>
                        </w:rPr>
                        <w:t>=</w:t>
                      </w:r>
                    </w:p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5858510</wp:posOffset>
                </wp:positionH>
                <wp:positionV relativeFrom="paragraph">
                  <wp:posOffset>-5080</wp:posOffset>
                </wp:positionV>
                <wp:extent cx="914400" cy="304800"/>
                <wp:effectExtent l="10160" t="7620" r="8890" b="11430"/>
                <wp:wrapNone/>
                <wp:docPr id="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93B" w:rsidRPr="003801C8" w:rsidRDefault="0027493B" w:rsidP="0027493B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proofErr w:type="gramStart"/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>f(</w:t>
                            </w:r>
                            <w:proofErr w:type="gramEnd"/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 xml:space="preserve">g(2)) =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9</w:t>
                            </w:r>
                            <w:r w:rsidRPr="003801C8">
                              <w:rPr>
                                <w:rFonts w:ascii="Calibri" w:hAnsi="Calibri"/>
                                <w:i/>
                              </w:rPr>
                              <w:t xml:space="preserve"> .</w:t>
                            </w:r>
                          </w:p>
                          <w:p w:rsidR="0027493B" w:rsidRDefault="002749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5" type="#_x0000_t202" style="position:absolute;margin-left:461.3pt;margin-top:-.4pt;width:1in;height:2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">
                <v:textbox>
                  <w:txbxContent>
                    <w:p w:rsidR="0027493B" w:rsidRPr="003801C8" w:rsidRDefault="0027493B" w:rsidP="0027493B">
                      <w:pPr>
                        <w:rPr>
                          <w:rFonts w:ascii="Calibri" w:hAnsi="Calibri"/>
                          <w:i/>
                        </w:rPr>
                      </w:pPr>
                      <w:proofErr w:type="gramStart"/>
                      <w:r w:rsidRPr="003801C8">
                        <w:rPr>
                          <w:rFonts w:ascii="Calibri" w:hAnsi="Calibri"/>
                          <w:i/>
                        </w:rPr>
                        <w:t>f(</w:t>
                      </w:r>
                      <w:proofErr w:type="gramEnd"/>
                      <w:r w:rsidRPr="003801C8">
                        <w:rPr>
                          <w:rFonts w:ascii="Calibri" w:hAnsi="Calibri"/>
                          <w:i/>
                        </w:rPr>
                        <w:t xml:space="preserve">g(2)) = </w:t>
                      </w:r>
                      <w:r>
                        <w:rPr>
                          <w:rFonts w:ascii="Calibri" w:hAnsi="Calibri"/>
                          <w:b/>
                          <w:i/>
                        </w:rPr>
                        <w:t>9</w:t>
                      </w:r>
                      <w:r w:rsidRPr="003801C8">
                        <w:rPr>
                          <w:rFonts w:ascii="Calibri" w:hAnsi="Calibri"/>
                          <w:i/>
                        </w:rPr>
                        <w:t xml:space="preserve"> .</w:t>
                      </w:r>
                    </w:p>
                    <w:p w:rsidR="0027493B" w:rsidRDefault="0027493B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-5080</wp:posOffset>
                </wp:positionV>
                <wp:extent cx="315595" cy="294005"/>
                <wp:effectExtent l="12065" t="7620" r="5715" b="1270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9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373" w:rsidRPr="00604FED" w:rsidRDefault="004B4373" w:rsidP="004B437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604FED">
                              <w:rPr>
                                <w:rFonts w:ascii="Calibri" w:hAnsi="Calibri"/>
                                <w:b/>
                              </w:rPr>
                              <w:t>2</w:t>
                            </w:r>
                          </w:p>
                          <w:p w:rsidR="004B4373" w:rsidRPr="00604FED" w:rsidRDefault="004B4373" w:rsidP="004B437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margin-left:87.2pt;margin-top:-.4pt;width:24.85pt;height:23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">
                <v:textbox>
                  <w:txbxContent>
                    <w:p w:rsidR="004B4373" w:rsidRPr="00604FED" w:rsidRDefault="004B4373" w:rsidP="004B4373">
                      <w:pPr>
                        <w:rPr>
                          <w:rFonts w:ascii="Calibri" w:hAnsi="Calibri"/>
                        </w:rPr>
                      </w:pPr>
                      <w:r w:rsidRPr="00604FED">
                        <w:rPr>
                          <w:rFonts w:ascii="Calibri" w:hAnsi="Calibri"/>
                          <w:b/>
                        </w:rPr>
                        <w:t>2</w:t>
                      </w:r>
                    </w:p>
                    <w:p w:rsidR="004B4373" w:rsidRPr="00604FED" w:rsidRDefault="004B4373" w:rsidP="004B437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4373" w:rsidRPr="00604FED" w:rsidRDefault="00C371EF" w:rsidP="004B43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113665</wp:posOffset>
                </wp:positionV>
                <wp:extent cx="1454785" cy="518160"/>
                <wp:effectExtent l="0" t="0" r="0" b="0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78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373" w:rsidRPr="004B4373" w:rsidRDefault="004B4373" w:rsidP="004B4373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 w:rsidRPr="004B4373">
                              <w:rPr>
                                <w:rFonts w:asciiTheme="majorHAnsi" w:hAnsiTheme="majorHAnsi"/>
                                <w:i/>
                              </w:rPr>
                              <w:t>Now</w:t>
                            </w: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 we are left with </w:t>
                            </w:r>
                            <w:proofErr w:type="gramStart"/>
                            <w:r w:rsidRPr="004B4373">
                              <w:rPr>
                                <w:rFonts w:asciiTheme="majorHAnsi" w:hAnsiTheme="majorHAnsi"/>
                                <w:i/>
                              </w:rPr>
                              <w:t>f(</w:t>
                            </w:r>
                            <w:proofErr w:type="gramEnd"/>
                            <w:r w:rsidRPr="004B4373">
                              <w:rPr>
                                <w:rFonts w:asciiTheme="majorHAnsi" w:hAnsiTheme="majorHAnsi"/>
                                <w:i/>
                              </w:rPr>
                              <w:t>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margin-left:213.45pt;margin-top:8.95pt;width:114.55pt;height:40.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pXuw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" filled="f" stroked="f">
                <v:textbox>
                  <w:txbxContent>
                    <w:p w:rsidR="004B4373" w:rsidRPr="004B4373" w:rsidRDefault="004B4373" w:rsidP="004B4373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 w:rsidRPr="004B4373">
                        <w:rPr>
                          <w:rFonts w:asciiTheme="majorHAnsi" w:hAnsiTheme="majorHAnsi"/>
                          <w:i/>
                        </w:rPr>
                        <w:t>Now</w:t>
                      </w:r>
                      <w:r>
                        <w:rPr>
                          <w:rFonts w:asciiTheme="majorHAnsi" w:hAnsiTheme="majorHAnsi"/>
                          <w:i/>
                        </w:rPr>
                        <w:t xml:space="preserve"> we are left with </w:t>
                      </w:r>
                      <w:proofErr w:type="gramStart"/>
                      <w:r w:rsidRPr="004B4373">
                        <w:rPr>
                          <w:rFonts w:asciiTheme="majorHAnsi" w:hAnsiTheme="majorHAnsi"/>
                          <w:i/>
                        </w:rPr>
                        <w:t>f(</w:t>
                      </w:r>
                      <w:proofErr w:type="gramEnd"/>
                      <w:r w:rsidRPr="004B4373">
                        <w:rPr>
                          <w:rFonts w:asciiTheme="majorHAnsi" w:hAnsiTheme="majorHAnsi"/>
                          <w:i/>
                        </w:rPr>
                        <w:t>8)</w:t>
                      </w:r>
                    </w:p>
                  </w:txbxContent>
                </v:textbox>
              </v:shape>
            </w:pict>
          </mc:Fallback>
        </mc:AlternateContent>
      </w:r>
    </w:p>
    <w:p w:rsidR="004B4373" w:rsidRPr="00604FED" w:rsidRDefault="004B4373" w:rsidP="004B4373">
      <w:pPr>
        <w:rPr>
          <w:rFonts w:ascii="Calibri" w:hAnsi="Calibri"/>
        </w:rPr>
      </w:pPr>
    </w:p>
    <w:p w:rsidR="004B4373" w:rsidRPr="00604FED" w:rsidRDefault="004B4373" w:rsidP="004B4373">
      <w:pPr>
        <w:rPr>
          <w:rFonts w:ascii="Calibri" w:hAnsi="Calibri"/>
        </w:rPr>
      </w:pPr>
    </w:p>
    <w:p w:rsidR="00C371EF" w:rsidRDefault="00C371EF" w:rsidP="00C371EF">
      <w:pPr>
        <w:jc w:val="center"/>
        <w:rPr>
          <w:b/>
        </w:rPr>
      </w:pPr>
    </w:p>
    <w:tbl>
      <w:tblPr>
        <w:tblW w:w="1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6"/>
        <w:gridCol w:w="5678"/>
        <w:gridCol w:w="18"/>
      </w:tblGrid>
      <w:tr w:rsidR="00C371EF" w:rsidRPr="00EA3BE5" w:rsidTr="00170C26">
        <w:trPr>
          <w:gridAfter w:val="1"/>
          <w:wAfter w:w="18" w:type="dxa"/>
          <w:trHeight w:val="1261"/>
        </w:trPr>
        <w:tc>
          <w:tcPr>
            <w:tcW w:w="5336" w:type="dxa"/>
            <w:shd w:val="clear" w:color="auto" w:fill="auto"/>
          </w:tcPr>
          <w:p w:rsidR="00C371EF" w:rsidRPr="00A26A58" w:rsidRDefault="00C371EF" w:rsidP="00690B24">
            <w:pPr>
              <w:rPr>
                <w:rFonts w:ascii="Calibri" w:hAnsi="Calibri"/>
              </w:rPr>
            </w:pPr>
            <w:r w:rsidRPr="00A26A58">
              <w:rPr>
                <w:rFonts w:ascii="Calibri" w:hAnsi="Calibri"/>
              </w:rPr>
              <w:t xml:space="preserve">Now find </w:t>
            </w:r>
            <w:proofErr w:type="gramStart"/>
            <w:r w:rsidRPr="00A26A58">
              <w:rPr>
                <w:rFonts w:ascii="Calibri" w:hAnsi="Calibri"/>
              </w:rPr>
              <w:t>g(</w:t>
            </w:r>
            <w:proofErr w:type="gramEnd"/>
            <w:r w:rsidRPr="00A26A58">
              <w:rPr>
                <w:rFonts w:ascii="Calibri" w:hAnsi="Calibri"/>
              </w:rPr>
              <w:t>f(2)).</w:t>
            </w:r>
          </w:p>
          <w:p w:rsidR="00C371EF" w:rsidRPr="00A26A58" w:rsidRDefault="00C371EF" w:rsidP="00690B24">
            <w:pPr>
              <w:rPr>
                <w:rFonts w:ascii="Calibri" w:hAnsi="Calibri"/>
              </w:rPr>
            </w:pPr>
          </w:p>
          <w:p w:rsidR="00C371EF" w:rsidRPr="00A26A58" w:rsidRDefault="00C371EF" w:rsidP="00690B24">
            <w:pPr>
              <w:rPr>
                <w:rFonts w:ascii="Calibri" w:hAnsi="Calibri"/>
              </w:rPr>
            </w:pPr>
            <w:r w:rsidRPr="00A26A58">
              <w:rPr>
                <w:rFonts w:ascii="Calibri" w:hAnsi="Calibri"/>
              </w:rPr>
              <w:t xml:space="preserve">Did you get the same answer? </w:t>
            </w:r>
          </w:p>
          <w:p w:rsidR="00C371EF" w:rsidRPr="00A26A58" w:rsidRDefault="00C371EF" w:rsidP="00690B24">
            <w:pPr>
              <w:rPr>
                <w:rFonts w:ascii="Calibri" w:hAnsi="Calibri"/>
              </w:rPr>
            </w:pPr>
          </w:p>
        </w:tc>
        <w:tc>
          <w:tcPr>
            <w:tcW w:w="5678" w:type="dxa"/>
            <w:shd w:val="clear" w:color="auto" w:fill="auto"/>
          </w:tcPr>
          <w:p w:rsidR="00C371EF" w:rsidRPr="00A26A58" w:rsidRDefault="00C371EF" w:rsidP="00690B24">
            <w:pPr>
              <w:rPr>
                <w:rFonts w:ascii="Calibri" w:hAnsi="Calibri"/>
              </w:rPr>
            </w:pPr>
            <w:r w:rsidRPr="00A26A58">
              <w:rPr>
                <w:rFonts w:ascii="Calibri" w:hAnsi="Calibri"/>
              </w:rPr>
              <w:t>What does that tell you about the order in which you evaluate the functions?</w:t>
            </w:r>
          </w:p>
          <w:p w:rsidR="00C371EF" w:rsidRPr="00A26A58" w:rsidRDefault="00C371EF" w:rsidP="00690B24">
            <w:pPr>
              <w:rPr>
                <w:rFonts w:ascii="Calibri" w:hAnsi="Calibri"/>
              </w:rPr>
            </w:pPr>
          </w:p>
          <w:p w:rsidR="00C371EF" w:rsidRPr="00A26A58" w:rsidRDefault="00C371EF" w:rsidP="00690B24">
            <w:pPr>
              <w:rPr>
                <w:rFonts w:ascii="Calibri" w:hAnsi="Calibri"/>
              </w:rPr>
            </w:pPr>
          </w:p>
        </w:tc>
      </w:tr>
      <w:tr w:rsidR="00C371EF" w:rsidRPr="00EA3BE5" w:rsidTr="003C4AC0">
        <w:trPr>
          <w:trHeight w:val="1142"/>
        </w:trPr>
        <w:tc>
          <w:tcPr>
            <w:tcW w:w="5336" w:type="dxa"/>
            <w:tcBorders>
              <w:right w:val="nil"/>
            </w:tcBorders>
            <w:shd w:val="clear" w:color="auto" w:fill="auto"/>
          </w:tcPr>
          <w:p w:rsidR="00C371EF" w:rsidRPr="00A26A58" w:rsidRDefault="00C371EF" w:rsidP="00690B24">
            <w:pPr>
              <w:rPr>
                <w:rFonts w:ascii="Calibri" w:hAnsi="Calibri"/>
                <w:b/>
              </w:rPr>
            </w:pPr>
            <w:r w:rsidRPr="00A26A58">
              <w:rPr>
                <w:rFonts w:ascii="Calibri" w:hAnsi="Calibri"/>
                <w:b/>
              </w:rPr>
              <w:t xml:space="preserve">Example 2: </w:t>
            </w:r>
          </w:p>
          <w:p w:rsidR="00C371EF" w:rsidRPr="00A26A58" w:rsidRDefault="00C371EF" w:rsidP="00D15A1E">
            <w:pPr>
              <w:pStyle w:val="ListParagraph"/>
              <w:numPr>
                <w:ilvl w:val="0"/>
                <w:numId w:val="2"/>
              </w:numPr>
            </w:pPr>
            <w:r w:rsidRPr="00A26A58">
              <w:t>Let f(x) = 3x+ 5 and g(x) = x- 7, find (g</w:t>
            </w:r>
            <w:r w:rsidRPr="00A26A58">
              <w:fldChar w:fldCharType="begin"/>
            </w:r>
            <w:r w:rsidRPr="00A26A58"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7D9D00E7" wp14:editId="0B389C7A">
                  <wp:extent cx="95885" cy="180975"/>
                  <wp:effectExtent l="0" t="0" r="0" b="0"/>
                  <wp:docPr id="3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instrText xml:space="preserve"> </w:instrText>
            </w:r>
            <w:r w:rsidRPr="00A26A58"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15D79FDB" wp14:editId="0C1C5C7E">
                  <wp:extent cx="95885" cy="180975"/>
                  <wp:effectExtent l="0" t="0" r="0" b="0"/>
                  <wp:docPr id="3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fldChar w:fldCharType="end"/>
            </w:r>
            <w:r w:rsidRPr="00A26A58">
              <w:t xml:space="preserve"> f</w:t>
            </w:r>
            <w:proofErr w:type="gramStart"/>
            <w:r w:rsidRPr="00A26A58">
              <w:t>)(</w:t>
            </w:r>
            <w:proofErr w:type="gramEnd"/>
            <w:r w:rsidRPr="00A26A58">
              <w:t>4).</w:t>
            </w:r>
          </w:p>
          <w:p w:rsidR="00C371EF" w:rsidRPr="00A26A58" w:rsidRDefault="00C371EF" w:rsidP="00690B24">
            <w:pPr>
              <w:rPr>
                <w:rFonts w:ascii="Calibri" w:hAnsi="Calibri" w:cs="Arial"/>
              </w:rPr>
            </w:pPr>
          </w:p>
          <w:p w:rsidR="00C371EF" w:rsidRPr="00A26A58" w:rsidRDefault="00525671" w:rsidP="00690B24">
            <w:pPr>
              <w:rPr>
                <w:rFonts w:ascii="Calibri" w:hAnsi="Calibri" w:cs="Arial"/>
                <w:b/>
              </w:rPr>
            </w:pPr>
            <w:r>
              <w:rPr>
                <w:rFonts w:ascii="Cambria" w:hAnsi="Cambria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7150FA3" wp14:editId="3E05AD17">
                      <wp:simplePos x="0" y="0"/>
                      <wp:positionH relativeFrom="column">
                        <wp:posOffset>-63795</wp:posOffset>
                      </wp:positionH>
                      <wp:positionV relativeFrom="paragraph">
                        <wp:posOffset>184622</wp:posOffset>
                      </wp:positionV>
                      <wp:extent cx="6976745" cy="1020725"/>
                      <wp:effectExtent l="0" t="0" r="14605" b="27305"/>
                      <wp:wrapNone/>
                      <wp:docPr id="1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6745" cy="1020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5671" w:rsidRDefault="00525671" w:rsidP="00525671">
                                  <w:r w:rsidRPr="00C371EF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Example 3: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</w:rPr>
                                    <w:tab/>
                                    <w:t xml:space="preserve">Let </w:t>
                                  </w:r>
                                  <w:r w:rsidRPr="0013431A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f(x) =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+4</m:t>
                                    </m:r>
                                  </m:oMath>
                                  <w:r w:rsidRPr="0013431A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and g(x) = x +2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>, Find (</w:t>
                                  </w:r>
                                  <w:r>
                                    <w:t>f</w:t>
                                  </w:r>
                                  <w:r w:rsidRPr="00A26A58">
                                    <w:fldChar w:fldCharType="begin"/>
                                  </w:r>
                                  <w:r w:rsidRPr="00A26A58">
                                    <w:instrText xml:space="preserve"> QUOTE </w:instrText>
                                  </w:r>
                                  <w:r>
                                    <w:rPr>
                                      <w:noProof/>
                                      <w:position w:val="-6"/>
                                    </w:rPr>
                                    <w:drawing>
                                      <wp:inline distT="0" distB="0" distL="0" distR="0" wp14:anchorId="777F8222" wp14:editId="71B03BC6">
                                        <wp:extent cx="95885" cy="180975"/>
                                        <wp:effectExtent l="0" t="0" r="0" b="0"/>
                                        <wp:docPr id="21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88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A26A58">
                                    <w:instrText xml:space="preserve"> </w:instrText>
                                  </w:r>
                                  <w:r w:rsidRPr="00A26A58"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position w:val="-6"/>
                                    </w:rPr>
                                    <w:drawing>
                                      <wp:inline distT="0" distB="0" distL="0" distR="0" wp14:anchorId="10F20AA7" wp14:editId="308F558D">
                                        <wp:extent cx="95885" cy="180975"/>
                                        <wp:effectExtent l="0" t="0" r="0" b="0"/>
                                        <wp:docPr id="22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88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A26A58">
                                    <w:fldChar w:fldCharType="end"/>
                                  </w:r>
                                  <w:r w:rsidRPr="00A26A58">
                                    <w:t xml:space="preserve"> </w:t>
                                  </w:r>
                                  <w:r>
                                    <w:t>g</w:t>
                                  </w:r>
                                  <w:r w:rsidRPr="00A26A58">
                                    <w:t>)</w:t>
                                  </w:r>
                                  <w:r w:rsidR="003C4AC0">
                                    <w:t>.</w:t>
                                  </w:r>
                                  <w:r w:rsidR="003C4AC0">
                                    <w:tab/>
                                  </w:r>
                                  <w:r>
                                    <w:t xml:space="preserve">b) Find   </w:t>
                                  </w:r>
                                  <w:r w:rsidRPr="00A26A58">
                                    <w:t>(</w:t>
                                  </w:r>
                                  <w:r>
                                    <w:t>g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  <m:r>
                                      <w:rPr>
                                        <w:rFonts w:ascii="Lucida Sans Unicode" w:hAnsi="Lucida Sans Unicode" w:cs="Lucida Sans Unicode"/>
                                      </w:rPr>
                                      <m:t>∘</m:t>
                                    </m:r>
                                  </m:oMath>
                                  <w:r w:rsidRPr="00A26A58">
                                    <w:t xml:space="preserve"> </w:t>
                                  </w:r>
                                  <w:r>
                                    <w:t>f</w:t>
                                  </w:r>
                                  <w:proofErr w:type="gramStart"/>
                                  <w:r w:rsidRPr="00A26A58">
                                    <w:t>)</w:t>
                                  </w:r>
                                  <w:r>
                                    <w:t>(</w:t>
                                  </w:r>
                                  <w:proofErr w:type="gramEnd"/>
                                  <w:r>
                                    <w:t>x)</w:t>
                                  </w:r>
                                </w:p>
                                <w:p w:rsidR="00525671" w:rsidRDefault="00525671" w:rsidP="00525671"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:rsidR="00525671" w:rsidRDefault="00525671" w:rsidP="00525671"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c) Find </w:t>
                                  </w:r>
                                  <w:proofErr w:type="gramStart"/>
                                  <w:r>
                                    <w:t>f(</w:t>
                                  </w:r>
                                  <w:proofErr w:type="gramEnd"/>
                                  <w:r>
                                    <w:t>f(x))</w:t>
                                  </w:r>
                                </w:p>
                                <w:p w:rsidR="00525671" w:rsidRPr="00170C26" w:rsidRDefault="00525671" w:rsidP="00525671"/>
                                <w:p w:rsidR="00525671" w:rsidRDefault="00525671" w:rsidP="00525671">
                                  <w:r w:rsidRPr="00170C26">
                                    <w:t>*Note when a value is not given for the composition, it is implied to evaluate it at its</w:t>
                                  </w:r>
                                  <w:r>
                                    <w:t xml:space="preserve"> given value;</w:t>
                                  </w:r>
                                  <w:r w:rsidRPr="00170C26">
                                    <w:t xml:space="preserve"> x, t, </w:t>
                                  </w:r>
                                  <w:proofErr w:type="gramStart"/>
                                  <w:r w:rsidRPr="00170C26">
                                    <w:t>a</w:t>
                                  </w:r>
                                  <w:proofErr w:type="gramEnd"/>
                                  <w:r w:rsidRPr="00170C26">
                                    <w:t xml:space="preserve"> etc.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:rsidR="00525671" w:rsidRDefault="00525671" w:rsidP="00525671"/>
                                <w:p w:rsidR="00525671" w:rsidRDefault="00525671" w:rsidP="00525671"/>
                                <w:p w:rsidR="00525671" w:rsidRPr="0013431A" w:rsidRDefault="00525671" w:rsidP="00525671">
                                  <w:pPr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25671" w:rsidRDefault="00525671" w:rsidP="00525671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</w:p>
                                <w:p w:rsidR="00525671" w:rsidRDefault="00525671" w:rsidP="00525671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</w:p>
                                <w:p w:rsidR="00525671" w:rsidRDefault="00525671" w:rsidP="00525671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</w:p>
                                <w:p w:rsidR="00525671" w:rsidRDefault="00525671" w:rsidP="00525671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</w:p>
                                <w:p w:rsidR="00525671" w:rsidRPr="00C371EF" w:rsidRDefault="00525671" w:rsidP="00525671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" o:spid="_x0000_s1038" type="#_x0000_t202" style="position:absolute;margin-left:-5pt;margin-top:14.55pt;width:549.35pt;height:80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">
                      <v:textbox>
                        <w:txbxContent>
                          <w:p w:rsidR="00525671" w:rsidRDefault="00525671" w:rsidP="00525671">
                            <w:r w:rsidRPr="00C371EF">
                              <w:rPr>
                                <w:rFonts w:asciiTheme="minorHAnsi" w:hAnsiTheme="minorHAnsi"/>
                                <w:b/>
                              </w:rPr>
                              <w:t>Example 3: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ab/>
                              <w:t xml:space="preserve">Let </w:t>
                            </w:r>
                            <w:r w:rsidRPr="0013431A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f(x)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+4</m:t>
                              </m:r>
                            </m:oMath>
                            <w:r w:rsidRPr="0013431A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and g(x) = x +2</w:t>
                            </w: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, Find (</w:t>
                            </w:r>
                            <w:r>
                              <w:t>f</w:t>
                            </w:r>
                            <w:r w:rsidRPr="00A26A58">
                              <w:fldChar w:fldCharType="begin"/>
                            </w:r>
                            <w:r w:rsidRPr="00A26A58">
                              <w:instrText xml:space="preserve"> QUOTE </w:instrText>
                            </w:r>
                            <w:r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 wp14:anchorId="777F8222" wp14:editId="71B03BC6">
                                  <wp:extent cx="95885" cy="180975"/>
                                  <wp:effectExtent l="0" t="0" r="0" b="0"/>
                                  <wp:docPr id="21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8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26A58">
                              <w:instrText xml:space="preserve"> </w:instrText>
                            </w:r>
                            <w:r w:rsidRPr="00A26A58">
                              <w:fldChar w:fldCharType="separate"/>
                            </w:r>
                            <w:r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 wp14:anchorId="10F20AA7" wp14:editId="308F558D">
                                  <wp:extent cx="95885" cy="180975"/>
                                  <wp:effectExtent l="0" t="0" r="0" b="0"/>
                                  <wp:docPr id="22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8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26A58">
                              <w:fldChar w:fldCharType="end"/>
                            </w:r>
                            <w:r w:rsidRPr="00A26A58">
                              <w:t xml:space="preserve"> </w:t>
                            </w:r>
                            <w:r>
                              <w:t>g</w:t>
                            </w:r>
                            <w:r w:rsidRPr="00A26A58">
                              <w:t>)</w:t>
                            </w:r>
                            <w:r w:rsidR="003C4AC0">
                              <w:t>.</w:t>
                            </w:r>
                            <w:r w:rsidR="003C4AC0">
                              <w:tab/>
                            </w:r>
                            <w:r>
                              <w:t xml:space="preserve">b) Find   </w:t>
                            </w:r>
                            <w:r w:rsidRPr="00A26A58">
                              <w:t>(</w:t>
                            </w:r>
                            <w:r>
                              <w:t>g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Lucida Sans Unicode" w:hAnsi="Lucida Sans Unicode" w:cs="Lucida Sans Unicode"/>
                                </w:rPr>
                                <m:t>∘</m:t>
                              </m:r>
                            </m:oMath>
                            <w:r w:rsidRPr="00A26A58">
                              <w:t xml:space="preserve"> </w:t>
                            </w:r>
                            <w:r>
                              <w:t>f</w:t>
                            </w:r>
                            <w:proofErr w:type="gramStart"/>
                            <w:r w:rsidRPr="00A26A58">
                              <w:t>)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x)</w:t>
                            </w:r>
                          </w:p>
                          <w:p w:rsidR="00525671" w:rsidRDefault="00525671" w:rsidP="0052567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525671" w:rsidRDefault="00525671" w:rsidP="0052567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c) Find </w:t>
                            </w:r>
                            <w:proofErr w:type="gramStart"/>
                            <w:r>
                              <w:t>f(</w:t>
                            </w:r>
                            <w:proofErr w:type="gramEnd"/>
                            <w:r>
                              <w:t>f(x))</w:t>
                            </w:r>
                          </w:p>
                          <w:p w:rsidR="00525671" w:rsidRPr="00170C26" w:rsidRDefault="00525671" w:rsidP="00525671"/>
                          <w:p w:rsidR="00525671" w:rsidRDefault="00525671" w:rsidP="00525671">
                            <w:r w:rsidRPr="00170C26">
                              <w:t>*Note when a value is not given for the composition, it is implied to evaluate it at its</w:t>
                            </w:r>
                            <w:r>
                              <w:t xml:space="preserve"> given value;</w:t>
                            </w:r>
                            <w:r w:rsidRPr="00170C26">
                              <w:t xml:space="preserve"> x, t, </w:t>
                            </w:r>
                            <w:proofErr w:type="gramStart"/>
                            <w:r w:rsidRPr="00170C26">
                              <w:t>a</w:t>
                            </w:r>
                            <w:proofErr w:type="gramEnd"/>
                            <w:r w:rsidRPr="00170C26">
                              <w:t xml:space="preserve"> etc.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25671" w:rsidRDefault="00525671" w:rsidP="00525671"/>
                          <w:p w:rsidR="00525671" w:rsidRDefault="00525671" w:rsidP="00525671"/>
                          <w:p w:rsidR="00525671" w:rsidRPr="0013431A" w:rsidRDefault="00525671" w:rsidP="00525671">
                            <w:pP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</w:p>
                          <w:p w:rsidR="00525671" w:rsidRDefault="00525671" w:rsidP="00525671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525671" w:rsidRDefault="00525671" w:rsidP="00525671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525671" w:rsidRDefault="00525671" w:rsidP="00525671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525671" w:rsidRDefault="00525671" w:rsidP="00525671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525671" w:rsidRPr="00C371EF" w:rsidRDefault="00525671" w:rsidP="00525671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96" w:type="dxa"/>
            <w:gridSpan w:val="2"/>
            <w:tcBorders>
              <w:left w:val="nil"/>
            </w:tcBorders>
            <w:shd w:val="clear" w:color="auto" w:fill="auto"/>
          </w:tcPr>
          <w:p w:rsidR="00C371EF" w:rsidRPr="00A26A58" w:rsidRDefault="00C371EF" w:rsidP="00D15A1E">
            <w:pPr>
              <w:pStyle w:val="ListParagraph"/>
              <w:numPr>
                <w:ilvl w:val="0"/>
                <w:numId w:val="2"/>
              </w:numPr>
            </w:pPr>
            <w:r w:rsidRPr="00A26A58">
              <w:t>Find (f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t xml:space="preserve"> g</w:t>
            </w:r>
            <w:proofErr w:type="gramStart"/>
            <w:r w:rsidRPr="00A26A58">
              <w:t>)(</w:t>
            </w:r>
            <w:proofErr w:type="gramEnd"/>
            <w:r w:rsidRPr="00A26A58">
              <w:t>4).</w:t>
            </w:r>
          </w:p>
          <w:p w:rsidR="00C371EF" w:rsidRPr="00A26A58" w:rsidRDefault="00C371EF" w:rsidP="00690B24">
            <w:pPr>
              <w:rPr>
                <w:rFonts w:ascii="Calibri" w:hAnsi="Calibri" w:cs="Arial"/>
                <w:b/>
              </w:rPr>
            </w:pPr>
          </w:p>
          <w:p w:rsidR="00C371EF" w:rsidRPr="003801C8" w:rsidRDefault="00C371EF" w:rsidP="00D15A1E">
            <w:pPr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>Find f(g(2))</w:t>
            </w:r>
          </w:p>
        </w:tc>
      </w:tr>
    </w:tbl>
    <w:p w:rsidR="00525671" w:rsidRDefault="00525671" w:rsidP="000A352C">
      <w:pPr>
        <w:rPr>
          <w:rFonts w:ascii="Cambria" w:hAnsi="Cambria"/>
          <w:i/>
        </w:rPr>
      </w:pPr>
    </w:p>
    <w:p w:rsidR="00525671" w:rsidRPr="00545E9A" w:rsidRDefault="00237656" w:rsidP="00525671">
      <w:pPr>
        <w:rPr>
          <w:i/>
          <w:u w:val="single"/>
        </w:rPr>
      </w:pPr>
      <w:r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5220586</wp:posOffset>
                </wp:positionH>
                <wp:positionV relativeFrom="paragraph">
                  <wp:posOffset>833872</wp:posOffset>
                </wp:positionV>
                <wp:extent cx="1683636" cy="103060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3636" cy="103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656" w:rsidRDefault="00237656" w:rsidP="0023765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 w:rsidRPr="00237656">
                              <w:rPr>
                                <w:b/>
                              </w:rPr>
                              <w:t>H(</w:t>
                            </w:r>
                            <w:r w:rsidR="008F63EF">
                              <w:rPr>
                                <w:b/>
                              </w:rPr>
                              <w:t>4</w:t>
                            </w:r>
                            <w:r w:rsidRPr="00237656">
                              <w:rPr>
                                <w:b/>
                              </w:rPr>
                              <w:t>.</w:t>
                            </w:r>
                            <w:r w:rsidR="008F63EF">
                              <w:rPr>
                                <w:b/>
                              </w:rPr>
                              <w:t>5</w:t>
                            </w:r>
                            <w:r w:rsidRPr="00237656">
                              <w:rPr>
                                <w:b/>
                              </w:rPr>
                              <w:t>)</w:t>
                            </w:r>
                          </w:p>
                          <w:p w:rsidR="00237656" w:rsidRPr="00237656" w:rsidRDefault="00237656" w:rsidP="00237656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  <w:p w:rsidR="00237656" w:rsidRDefault="00237656" w:rsidP="0023765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 w:rsidRPr="00237656">
                              <w:rPr>
                                <w:b/>
                              </w:rPr>
                              <w:t>(</w:t>
                            </w:r>
                            <w:r w:rsidRPr="00237656">
                              <w:rPr>
                                <w:b/>
                              </w:rPr>
                              <w:t>H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Lucida Sans Unicode"/>
                                </w:rPr>
                                <m:t>∘</m:t>
                              </m:r>
                            </m:oMath>
                            <w:r w:rsidRPr="00237656">
                              <w:rPr>
                                <w:b/>
                              </w:rPr>
                              <w:t xml:space="preserve"> </w:t>
                            </w:r>
                            <w:r w:rsidRPr="00237656">
                              <w:rPr>
                                <w:b/>
                              </w:rPr>
                              <w:t>r</w:t>
                            </w:r>
                            <w:r w:rsidRPr="00237656">
                              <w:rPr>
                                <w:b/>
                              </w:rPr>
                              <w:t>)(</w:t>
                            </w:r>
                            <w:r w:rsidRPr="00237656">
                              <w:rPr>
                                <w:b/>
                              </w:rPr>
                              <w:t>2.8</w:t>
                            </w:r>
                            <w:r w:rsidRPr="00237656">
                              <w:rPr>
                                <w:b/>
                              </w:rPr>
                              <w:t>)</w:t>
                            </w:r>
                          </w:p>
                          <w:p w:rsidR="00237656" w:rsidRPr="00237656" w:rsidRDefault="00237656" w:rsidP="00237656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  <w:p w:rsidR="00237656" w:rsidRPr="00237656" w:rsidRDefault="00237656" w:rsidP="0023765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</w:rPr>
                            </w:pPr>
                            <w:r w:rsidRPr="00237656">
                              <w:rPr>
                                <w:b/>
                              </w:rPr>
                              <w:t>r(r(</w:t>
                            </w:r>
                            <w:r w:rsidR="008F63EF">
                              <w:rPr>
                                <w:b/>
                              </w:rPr>
                              <w:t>3</w:t>
                            </w:r>
                            <w:r w:rsidRPr="00237656">
                              <w:rPr>
                                <w:b/>
                              </w:rPr>
                              <w:t>.0))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margin-left:411.05pt;margin-top:65.65pt;width:132.55pt;height:81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" filled="f" stroked="f" strokeweight=".5pt">
                <v:textbox>
                  <w:txbxContent>
                    <w:p w:rsidR="00237656" w:rsidRDefault="00237656" w:rsidP="0023765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 w:rsidRPr="00237656">
                        <w:rPr>
                          <w:b/>
                        </w:rPr>
                        <w:t>H(</w:t>
                      </w:r>
                      <w:r w:rsidR="008F63EF">
                        <w:rPr>
                          <w:b/>
                        </w:rPr>
                        <w:t>4</w:t>
                      </w:r>
                      <w:r w:rsidRPr="00237656">
                        <w:rPr>
                          <w:b/>
                        </w:rPr>
                        <w:t>.</w:t>
                      </w:r>
                      <w:r w:rsidR="008F63EF">
                        <w:rPr>
                          <w:b/>
                        </w:rPr>
                        <w:t>5</w:t>
                      </w:r>
                      <w:r w:rsidRPr="00237656">
                        <w:rPr>
                          <w:b/>
                        </w:rPr>
                        <w:t>)</w:t>
                      </w:r>
                    </w:p>
                    <w:p w:rsidR="00237656" w:rsidRPr="00237656" w:rsidRDefault="00237656" w:rsidP="00237656">
                      <w:pPr>
                        <w:pStyle w:val="ListParagraph"/>
                        <w:rPr>
                          <w:b/>
                        </w:rPr>
                      </w:pPr>
                    </w:p>
                    <w:p w:rsidR="00237656" w:rsidRDefault="00237656" w:rsidP="0023765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 w:rsidRPr="00237656">
                        <w:rPr>
                          <w:b/>
                        </w:rPr>
                        <w:t>(</w:t>
                      </w:r>
                      <w:r w:rsidRPr="00237656">
                        <w:rPr>
                          <w:b/>
                        </w:rPr>
                        <w:t>H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Lucida Sans Unicode"/>
                          </w:rPr>
                          <m:t>∘</m:t>
                        </m:r>
                      </m:oMath>
                      <w:r w:rsidRPr="00237656">
                        <w:rPr>
                          <w:b/>
                        </w:rPr>
                        <w:t xml:space="preserve"> </w:t>
                      </w:r>
                      <w:r w:rsidRPr="00237656">
                        <w:rPr>
                          <w:b/>
                        </w:rPr>
                        <w:t>r</w:t>
                      </w:r>
                      <w:r w:rsidRPr="00237656">
                        <w:rPr>
                          <w:b/>
                        </w:rPr>
                        <w:t>)(</w:t>
                      </w:r>
                      <w:r w:rsidRPr="00237656">
                        <w:rPr>
                          <w:b/>
                        </w:rPr>
                        <w:t>2.8</w:t>
                      </w:r>
                      <w:r w:rsidRPr="00237656">
                        <w:rPr>
                          <w:b/>
                        </w:rPr>
                        <w:t>)</w:t>
                      </w:r>
                    </w:p>
                    <w:p w:rsidR="00237656" w:rsidRPr="00237656" w:rsidRDefault="00237656" w:rsidP="00237656">
                      <w:pPr>
                        <w:pStyle w:val="ListParagraph"/>
                        <w:rPr>
                          <w:b/>
                        </w:rPr>
                      </w:pPr>
                    </w:p>
                    <w:p w:rsidR="00237656" w:rsidRPr="00237656" w:rsidRDefault="00237656" w:rsidP="0023765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</w:rPr>
                      </w:pPr>
                      <w:r w:rsidRPr="00237656">
                        <w:rPr>
                          <w:b/>
                        </w:rPr>
                        <w:t>r(r(</w:t>
                      </w:r>
                      <w:r w:rsidR="008F63EF">
                        <w:rPr>
                          <w:b/>
                        </w:rPr>
                        <w:t>3</w:t>
                      </w:r>
                      <w:r w:rsidRPr="00237656">
                        <w:rPr>
                          <w:b/>
                        </w:rPr>
                        <w:t>.0))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2658140</wp:posOffset>
                </wp:positionH>
                <wp:positionV relativeFrom="paragraph">
                  <wp:posOffset>1067789</wp:posOffset>
                </wp:positionV>
                <wp:extent cx="2466753" cy="488950"/>
                <wp:effectExtent l="0" t="0" r="0" b="63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753" cy="48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16"/>
                              <w:gridCol w:w="516"/>
                              <w:gridCol w:w="516"/>
                              <w:gridCol w:w="516"/>
                              <w:gridCol w:w="516"/>
                              <w:gridCol w:w="516"/>
                            </w:tblGrid>
                            <w:tr w:rsidR="00237656" w:rsidTr="009C2EEA">
                              <w:trPr>
                                <w:trHeight w:val="245"/>
                              </w:trPr>
                              <w:tc>
                                <w:tcPr>
                                  <w:tcW w:w="567" w:type="dxa"/>
                                  <w:shd w:val="clear" w:color="auto" w:fill="BFBFBF" w:themeFill="background1" w:themeFillShade="BF"/>
                                </w:tcPr>
                                <w:p w:rsidR="00237656" w:rsidRPr="004B2C1F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</w:t>
                                  </w:r>
                                  <w:bookmarkStart w:id="0" w:name="_GoBack"/>
                                  <w:r>
                                    <w:rPr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:rsidR="00237656" w:rsidTr="009C2EEA">
                              <w:trPr>
                                <w:trHeight w:val="265"/>
                              </w:trPr>
                              <w:tc>
                                <w:tcPr>
                                  <w:tcW w:w="567" w:type="dxa"/>
                                  <w:shd w:val="clear" w:color="auto" w:fill="BFBFBF" w:themeFill="background1" w:themeFillShade="BF"/>
                                </w:tcPr>
                                <w:p w:rsidR="00237656" w:rsidRPr="004B2C1F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  <w:i/>
                                    </w:rPr>
                                    <w:t>r</w:t>
                                  </w: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(t)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1.2</w:t>
                                  </w:r>
                                </w:p>
                              </w:tc>
                              <w:bookmarkEnd w:id="0"/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3.0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</w:tr>
                          </w:tbl>
                          <w:p w:rsidR="00237656" w:rsidRDefault="00237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" o:spid="_x0000_s1040" type="#_x0000_t202" style="position:absolute;margin-left:209.3pt;margin-top:84.1pt;width:194.25pt;height:38.5pt;z-index:25169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16"/>
                        <w:gridCol w:w="516"/>
                        <w:gridCol w:w="516"/>
                        <w:gridCol w:w="516"/>
                        <w:gridCol w:w="516"/>
                        <w:gridCol w:w="516"/>
                      </w:tblGrid>
                      <w:tr w:rsidR="00237656" w:rsidTr="009C2EEA">
                        <w:trPr>
                          <w:trHeight w:val="245"/>
                        </w:trPr>
                        <w:tc>
                          <w:tcPr>
                            <w:tcW w:w="567" w:type="dxa"/>
                            <w:shd w:val="clear" w:color="auto" w:fill="BFBFBF" w:themeFill="background1" w:themeFillShade="BF"/>
                          </w:tcPr>
                          <w:p w:rsidR="00237656" w:rsidRPr="004B2C1F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  <w:i/>
                              </w:rPr>
                            </w:pPr>
                            <w:r w:rsidRPr="004B2C1F">
                              <w:rPr>
                                <w:rFonts w:eastAsiaTheme="minorHAnsi"/>
                                <w:i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2.0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2.2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</w:t>
                            </w:r>
                            <w:bookmarkStart w:id="1" w:name="_GoBack"/>
                            <w:r>
                              <w:rPr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2.8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3.0</w:t>
                            </w:r>
                          </w:p>
                        </w:tc>
                      </w:tr>
                      <w:tr w:rsidR="00237656" w:rsidTr="009C2EEA">
                        <w:trPr>
                          <w:trHeight w:val="265"/>
                        </w:trPr>
                        <w:tc>
                          <w:tcPr>
                            <w:tcW w:w="567" w:type="dxa"/>
                            <w:shd w:val="clear" w:color="auto" w:fill="BFBFBF" w:themeFill="background1" w:themeFillShade="BF"/>
                          </w:tcPr>
                          <w:p w:rsidR="00237656" w:rsidRPr="004B2C1F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  <w:i/>
                              </w:rPr>
                            </w:pPr>
                            <w:r>
                              <w:rPr>
                                <w:rFonts w:eastAsiaTheme="minorHAnsi"/>
                                <w:i/>
                              </w:rPr>
                              <w:t>r</w:t>
                            </w:r>
                            <w:r w:rsidRPr="004B2C1F">
                              <w:rPr>
                                <w:rFonts w:eastAsiaTheme="minorHAnsi"/>
                                <w:i/>
                              </w:rPr>
                              <w:t>(t)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1.2</w:t>
                            </w:r>
                          </w:p>
                        </w:tc>
                        <w:bookmarkEnd w:id="1"/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3.0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2.8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484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2.0</w:t>
                            </w:r>
                          </w:p>
                        </w:tc>
                      </w:tr>
                    </w:tbl>
                    <w:p w:rsidR="00237656" w:rsidRDefault="00237656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95649</wp:posOffset>
                </wp:positionH>
                <wp:positionV relativeFrom="paragraph">
                  <wp:posOffset>1067701</wp:posOffset>
                </wp:positionV>
                <wp:extent cx="2488019" cy="489097"/>
                <wp:effectExtent l="0" t="0" r="7620" b="63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019" cy="48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516"/>
                              <w:gridCol w:w="516"/>
                              <w:gridCol w:w="516"/>
                              <w:gridCol w:w="516"/>
                              <w:gridCol w:w="516"/>
                              <w:gridCol w:w="516"/>
                            </w:tblGrid>
                            <w:tr w:rsidR="00237656" w:rsidTr="00237656">
                              <w:trPr>
                                <w:trHeight w:val="245"/>
                              </w:trPr>
                              <w:tc>
                                <w:tcPr>
                                  <w:tcW w:w="616" w:type="dxa"/>
                                  <w:shd w:val="clear" w:color="auto" w:fill="BFBFBF" w:themeFill="background1" w:themeFillShade="BF"/>
                                </w:tcPr>
                                <w:p w:rsidR="00237656" w:rsidRPr="004B2C1F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.5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.5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Theme="minorHAnsi"/>
                                    </w:rPr>
                                    <w:t>.5</w:t>
                                  </w:r>
                                </w:p>
                              </w:tc>
                            </w:tr>
                            <w:tr w:rsidR="00237656" w:rsidTr="00237656">
                              <w:trPr>
                                <w:trHeight w:val="265"/>
                              </w:trPr>
                              <w:tc>
                                <w:tcPr>
                                  <w:tcW w:w="616" w:type="dxa"/>
                                  <w:shd w:val="clear" w:color="auto" w:fill="BFBFBF" w:themeFill="background1" w:themeFillShade="BF"/>
                                </w:tcPr>
                                <w:p w:rsidR="00237656" w:rsidRPr="004B2C1F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H(t)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2.6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</w:tcPr>
                                <w:p w:rsidR="00237656" w:rsidRDefault="00237656" w:rsidP="009C2EE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2.2</w:t>
                                  </w:r>
                                </w:p>
                              </w:tc>
                            </w:tr>
                          </w:tbl>
                          <w:p w:rsidR="00237656" w:rsidRDefault="00237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margin-left:7.55pt;margin-top:84.05pt;width:195.9pt;height:38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516"/>
                        <w:gridCol w:w="516"/>
                        <w:gridCol w:w="516"/>
                        <w:gridCol w:w="516"/>
                        <w:gridCol w:w="516"/>
                        <w:gridCol w:w="516"/>
                      </w:tblGrid>
                      <w:tr w:rsidR="00237656" w:rsidTr="00237656">
                        <w:trPr>
                          <w:trHeight w:val="245"/>
                        </w:trPr>
                        <w:tc>
                          <w:tcPr>
                            <w:tcW w:w="616" w:type="dxa"/>
                            <w:shd w:val="clear" w:color="auto" w:fill="BFBFBF" w:themeFill="background1" w:themeFillShade="BF"/>
                          </w:tcPr>
                          <w:p w:rsidR="00237656" w:rsidRPr="004B2C1F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  <w:i/>
                              </w:rPr>
                            </w:pPr>
                            <w:r w:rsidRPr="004B2C1F">
                              <w:rPr>
                                <w:rFonts w:eastAsiaTheme="minorHAnsi"/>
                                <w:i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</w:t>
                            </w:r>
                            <w:r>
                              <w:rPr>
                                <w:rFonts w:eastAsiaTheme="minorHAnsi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</w:t>
                            </w:r>
                            <w:r>
                              <w:rPr>
                                <w:rFonts w:eastAsiaTheme="minorHAnsi"/>
                              </w:rPr>
                              <w:t>.5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3</w:t>
                            </w:r>
                            <w:r>
                              <w:rPr>
                                <w:rFonts w:eastAsiaTheme="minorHAnsi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3</w:t>
                            </w:r>
                            <w:r>
                              <w:rPr>
                                <w:rFonts w:eastAsiaTheme="minorHAnsi"/>
                              </w:rPr>
                              <w:t>.5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4</w:t>
                            </w:r>
                            <w:r>
                              <w:rPr>
                                <w:rFonts w:eastAsiaTheme="minorHAnsi"/>
                              </w:rPr>
                              <w:t>.0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4</w:t>
                            </w:r>
                            <w:r>
                              <w:rPr>
                                <w:rFonts w:eastAsiaTheme="minorHAnsi"/>
                              </w:rPr>
                              <w:t>.5</w:t>
                            </w:r>
                          </w:p>
                        </w:tc>
                      </w:tr>
                      <w:tr w:rsidR="00237656" w:rsidTr="00237656">
                        <w:trPr>
                          <w:trHeight w:val="265"/>
                        </w:trPr>
                        <w:tc>
                          <w:tcPr>
                            <w:tcW w:w="616" w:type="dxa"/>
                            <w:shd w:val="clear" w:color="auto" w:fill="BFBFBF" w:themeFill="background1" w:themeFillShade="BF"/>
                          </w:tcPr>
                          <w:p w:rsidR="00237656" w:rsidRPr="004B2C1F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  <w:i/>
                              </w:rPr>
                            </w:pPr>
                            <w:r w:rsidRPr="004B2C1F">
                              <w:rPr>
                                <w:rFonts w:eastAsiaTheme="minorHAnsi"/>
                                <w:i/>
                              </w:rPr>
                              <w:t>H(t)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2.8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2.6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2.5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2.0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1.0</w:t>
                            </w:r>
                          </w:p>
                        </w:tc>
                        <w:tc>
                          <w:tcPr>
                            <w:tcW w:w="516" w:type="dxa"/>
                          </w:tcPr>
                          <w:p w:rsidR="00237656" w:rsidRDefault="00237656" w:rsidP="009C2EE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/>
                              </w:rPr>
                              <w:t>2.2</w:t>
                            </w:r>
                          </w:p>
                        </w:tc>
                      </w:tr>
                    </w:tbl>
                    <w:p w:rsidR="00237656" w:rsidRDefault="00237656"/>
                  </w:txbxContent>
                </v:textbox>
              </v:shape>
            </w:pict>
          </mc:Fallback>
        </mc:AlternateContent>
      </w:r>
      <w:r w:rsidR="003C4AC0"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B755E96" wp14:editId="10BA99F4">
                <wp:simplePos x="0" y="0"/>
                <wp:positionH relativeFrom="column">
                  <wp:posOffset>-63795</wp:posOffset>
                </wp:positionH>
                <wp:positionV relativeFrom="paragraph">
                  <wp:posOffset>833873</wp:posOffset>
                </wp:positionV>
                <wp:extent cx="6976745" cy="1030960"/>
                <wp:effectExtent l="0" t="0" r="14605" b="17145"/>
                <wp:wrapNone/>
                <wp:docPr id="2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03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AC0" w:rsidRDefault="003C4AC0" w:rsidP="003C4AC0">
                            <w:r w:rsidRPr="00C371EF">
                              <w:rPr>
                                <w:rFonts w:asciiTheme="minorHAnsi" w:hAnsiTheme="minorHAnsi"/>
                                <w:b/>
                              </w:rPr>
                              <w:t xml:space="preserve">Example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4</w:t>
                            </w:r>
                            <w:r w:rsidRPr="00C371EF">
                              <w:rPr>
                                <w:rFonts w:asciiTheme="minorHAnsi" w:hAnsiTheme="minorHAnsi"/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="00237656">
                              <w:tab/>
                            </w:r>
                          </w:p>
                          <w:p w:rsidR="003C4AC0" w:rsidRDefault="003C4AC0" w:rsidP="003C4AC0"/>
                          <w:p w:rsidR="003C4AC0" w:rsidRPr="0013431A" w:rsidRDefault="003C4AC0" w:rsidP="003C4AC0">
                            <w:pP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</w:p>
                          <w:p w:rsidR="003C4AC0" w:rsidRDefault="003C4AC0" w:rsidP="003C4AC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3C4AC0" w:rsidRDefault="003C4AC0" w:rsidP="003C4AC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3C4AC0" w:rsidRDefault="003C4AC0" w:rsidP="003C4AC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3C4AC0" w:rsidRDefault="003C4AC0" w:rsidP="003C4AC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3C4AC0" w:rsidRPr="00C371EF" w:rsidRDefault="003C4AC0" w:rsidP="003C4AC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5pt;margin-top:65.65pt;width:549.35pt;height:81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">
                <v:textbox>
                  <w:txbxContent>
                    <w:p w:rsidR="003C4AC0" w:rsidRDefault="003C4AC0" w:rsidP="003C4AC0">
                      <w:r w:rsidRPr="00C371EF">
                        <w:rPr>
                          <w:rFonts w:asciiTheme="minorHAnsi" w:hAnsiTheme="minorHAnsi"/>
                          <w:b/>
                        </w:rPr>
                        <w:t xml:space="preserve">Example 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>4</w:t>
                      </w:r>
                      <w:r w:rsidRPr="00C371EF">
                        <w:rPr>
                          <w:rFonts w:asciiTheme="minorHAnsi" w:hAnsiTheme="minorHAnsi"/>
                          <w:b/>
                        </w:rPr>
                        <w:t>:</w:t>
                      </w:r>
                      <w:r>
                        <w:t xml:space="preserve"> </w:t>
                      </w:r>
                      <w:r w:rsidR="00237656">
                        <w:tab/>
                      </w:r>
                    </w:p>
                    <w:p w:rsidR="003C4AC0" w:rsidRDefault="003C4AC0" w:rsidP="003C4AC0"/>
                    <w:p w:rsidR="003C4AC0" w:rsidRPr="0013431A" w:rsidRDefault="003C4AC0" w:rsidP="003C4AC0">
                      <w:pPr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</w:p>
                    <w:p w:rsidR="003C4AC0" w:rsidRDefault="003C4AC0" w:rsidP="003C4AC0">
                      <w:pPr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3C4AC0" w:rsidRDefault="003C4AC0" w:rsidP="003C4AC0">
                      <w:pPr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3C4AC0" w:rsidRDefault="003C4AC0" w:rsidP="003C4AC0">
                      <w:pPr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3C4AC0" w:rsidRDefault="003C4AC0" w:rsidP="003C4AC0">
                      <w:pPr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3C4AC0" w:rsidRPr="00C371EF" w:rsidRDefault="003C4AC0" w:rsidP="003C4AC0">
                      <w:pPr>
                        <w:rPr>
                          <w:rFonts w:asciiTheme="minorHAnsi" w:hAnsi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5671">
        <w:rPr>
          <w:rFonts w:ascii="Cambria" w:hAnsi="Cambria"/>
          <w:i/>
        </w:rPr>
        <w:br w:type="page"/>
      </w:r>
      <w:r w:rsidR="0052567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-267335</wp:posOffset>
                </wp:positionV>
                <wp:extent cx="3321050" cy="550545"/>
                <wp:effectExtent l="0" t="0" r="12700" b="20955"/>
                <wp:wrapTight wrapText="bothSides">
                  <wp:wrapPolygon edited="0">
                    <wp:start x="124" y="0"/>
                    <wp:lineTo x="0" y="747"/>
                    <wp:lineTo x="0" y="21675"/>
                    <wp:lineTo x="21559" y="21675"/>
                    <wp:lineTo x="21559" y="0"/>
                    <wp:lineTo x="124" y="0"/>
                  </wp:wrapPolygon>
                </wp:wrapTight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50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5671" w:rsidRDefault="00525671" w:rsidP="0052567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CW#56H: Composite Functions </w:t>
                            </w:r>
                          </w:p>
                          <w:p w:rsidR="00525671" w:rsidRPr="00FC683D" w:rsidRDefault="00525671" w:rsidP="0052567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39" style="position:absolute;margin-left:4in;margin-top:-21.05pt;width:261.5pt;height:43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" strokeweight="1.5pt">
                <v:textbox>
                  <w:txbxContent>
                    <w:p w:rsidR="00525671" w:rsidRDefault="00525671" w:rsidP="0052567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CW#5</w:t>
                      </w:r>
                      <w:r>
                        <w:rPr>
                          <w:rFonts w:ascii="Cambria" w:hAnsi="Cambria"/>
                        </w:rPr>
                        <w:t>6H</w:t>
                      </w:r>
                      <w:r>
                        <w:rPr>
                          <w:rFonts w:ascii="Cambria" w:hAnsi="Cambria"/>
                        </w:rPr>
                        <w:t xml:space="preserve">: Composite Functions </w:t>
                      </w:r>
                    </w:p>
                    <w:p w:rsidR="00525671" w:rsidRPr="00FC683D" w:rsidRDefault="00525671" w:rsidP="0052567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525671">
        <w:rPr>
          <w:b/>
          <w:i/>
          <w:u w:val="single"/>
        </w:rPr>
        <w:t xml:space="preserve">CLASSROOM </w:t>
      </w:r>
      <w:proofErr w:type="gramStart"/>
      <w:r w:rsidR="00525671">
        <w:rPr>
          <w:b/>
          <w:i/>
          <w:u w:val="single"/>
        </w:rPr>
        <w:t>COPY  -</w:t>
      </w:r>
      <w:proofErr w:type="gramEnd"/>
      <w:r w:rsidR="00525671">
        <w:rPr>
          <w:b/>
          <w:i/>
          <w:u w:val="single"/>
        </w:rPr>
        <w:t xml:space="preserve"> DO NOT WRITE ON!!!</w:t>
      </w:r>
    </w:p>
    <w:p w:rsidR="00525671" w:rsidRDefault="00525671" w:rsidP="00525671">
      <w:pPr>
        <w:rPr>
          <w:rFonts w:ascii="Cambria" w:hAnsi="Cambria"/>
        </w:rPr>
      </w:pPr>
    </w:p>
    <w:p w:rsidR="00525671" w:rsidRDefault="00525671" w:rsidP="00525671">
      <w:pPr>
        <w:rPr>
          <w:rFonts w:ascii="Cambria" w:hAnsi="Cambria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525671" w:rsidRPr="008102A7" w:rsidTr="00690B24">
        <w:tc>
          <w:tcPr>
            <w:tcW w:w="1368" w:type="dxa"/>
            <w:shd w:val="clear" w:color="auto" w:fill="auto"/>
          </w:tcPr>
          <w:p w:rsidR="00525671" w:rsidRPr="008102A7" w:rsidRDefault="00525671" w:rsidP="00690B24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8102A7">
              <w:rPr>
                <w:rFonts w:ascii="Cambria" w:hAnsi="Cambria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525671" w:rsidRPr="00C53BE0" w:rsidRDefault="00525671" w:rsidP="00690B24">
            <w:pPr>
              <w:spacing w:before="2" w:after="2"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C53BE0">
              <w:rPr>
                <w:rFonts w:ascii="Cambria" w:hAnsi="Cambria" w:cs="Calibri"/>
                <w:b/>
                <w:sz w:val="20"/>
                <w:szCs w:val="20"/>
              </w:rPr>
              <w:t>Geometry Content/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FUN</w:t>
            </w:r>
            <w:r w:rsidRPr="00C53BE0">
              <w:rPr>
                <w:rFonts w:ascii="Cambria" w:hAnsi="Cambria" w:cs="Calibri"/>
                <w:b/>
                <w:sz w:val="20"/>
                <w:szCs w:val="20"/>
              </w:rPr>
              <w:t xml:space="preserve">601 -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Ev</w:t>
            </w:r>
            <w:r>
              <w:rPr>
                <w:sz w:val="22"/>
                <w:szCs w:val="22"/>
              </w:rPr>
              <w:t>aluate composite functions at integer values.</w:t>
            </w:r>
          </w:p>
        </w:tc>
      </w:tr>
      <w:tr w:rsidR="00525671" w:rsidRPr="008102A7" w:rsidTr="00690B24">
        <w:trPr>
          <w:trHeight w:val="98"/>
        </w:trPr>
        <w:tc>
          <w:tcPr>
            <w:tcW w:w="1368" w:type="dxa"/>
            <w:shd w:val="clear" w:color="auto" w:fill="auto"/>
          </w:tcPr>
          <w:p w:rsidR="00525671" w:rsidRPr="008102A7" w:rsidRDefault="00525671" w:rsidP="00690B24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8102A7">
              <w:rPr>
                <w:rFonts w:ascii="Cambria" w:hAnsi="Cambria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525671" w:rsidRDefault="00525671" w:rsidP="00D15A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6C6481">
              <w:rPr>
                <w:color w:val="000000"/>
                <w:sz w:val="18"/>
                <w:szCs w:val="18"/>
              </w:rPr>
              <w:t>10.1 - Evaluate composite functions at integer values</w:t>
            </w:r>
          </w:p>
          <w:p w:rsidR="00525671" w:rsidRPr="00F60C87" w:rsidRDefault="00525671" w:rsidP="00D15A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F60C87">
              <w:rPr>
                <w:sz w:val="18"/>
                <w:szCs w:val="18"/>
              </w:rPr>
              <w:t xml:space="preserve">10.2 - </w:t>
            </w:r>
            <w:r w:rsidRPr="00F60C87">
              <w:rPr>
                <w:color w:val="000000"/>
                <w:sz w:val="18"/>
                <w:szCs w:val="18"/>
              </w:rPr>
              <w:t>Write an expression for the composite of two simple functions.</w:t>
            </w:r>
          </w:p>
        </w:tc>
      </w:tr>
    </w:tbl>
    <w:p w:rsidR="00525671" w:rsidRDefault="00525671">
      <w:pPr>
        <w:rPr>
          <w:rFonts w:ascii="Cambria" w:hAnsi="Cambria"/>
          <w:i/>
        </w:rPr>
      </w:pPr>
    </w:p>
    <w:tbl>
      <w:tblPr>
        <w:tblW w:w="1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6"/>
        <w:gridCol w:w="180"/>
        <w:gridCol w:w="5516"/>
      </w:tblGrid>
      <w:tr w:rsidR="00525671" w:rsidRPr="00A26A58" w:rsidTr="00970C15">
        <w:trPr>
          <w:trHeight w:val="143"/>
        </w:trPr>
        <w:tc>
          <w:tcPr>
            <w:tcW w:w="11032" w:type="dxa"/>
            <w:gridSpan w:val="3"/>
            <w:shd w:val="clear" w:color="auto" w:fill="auto"/>
          </w:tcPr>
          <w:p w:rsidR="00525671" w:rsidRPr="00A26A58" w:rsidRDefault="00525671" w:rsidP="00690B24">
            <w:pPr>
              <w:jc w:val="center"/>
              <w:rPr>
                <w:rFonts w:ascii="Calibri" w:hAnsi="Calibri" w:cs="Arial"/>
                <w:b/>
              </w:rPr>
            </w:pPr>
            <w:r w:rsidRPr="00A26A58">
              <w:rPr>
                <w:rFonts w:ascii="Calibri" w:hAnsi="Calibri" w:cs="Arial"/>
                <w:b/>
              </w:rPr>
              <w:t>Practice!</w:t>
            </w: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1) Let f(x) = 5x + 2 and g(x) = x - 2.  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a) Find </w:t>
            </w:r>
            <w:proofErr w:type="gramStart"/>
            <w:r>
              <w:rPr>
                <w:rFonts w:ascii="Calibri" w:hAnsi="Calibri" w:cs="Arial"/>
              </w:rPr>
              <w:t>f(</w:t>
            </w:r>
            <w:proofErr w:type="gramEnd"/>
            <w:r>
              <w:rPr>
                <w:rFonts w:ascii="Calibri" w:hAnsi="Calibri" w:cs="Arial"/>
              </w:rPr>
              <w:t>g(-4)).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b) Find </w:t>
            </w:r>
            <w:proofErr w:type="gramStart"/>
            <w:r w:rsidRPr="00A26A58">
              <w:rPr>
                <w:rFonts w:ascii="Calibri" w:hAnsi="Calibri" w:cs="Arial"/>
              </w:rPr>
              <w:t>g(</w:t>
            </w:r>
            <w:proofErr w:type="gramEnd"/>
            <w:r w:rsidRPr="00A26A58">
              <w:rPr>
                <w:rFonts w:ascii="Calibri" w:hAnsi="Calibri" w:cs="Arial"/>
              </w:rPr>
              <w:t>f(-4).</w:t>
            </w:r>
          </w:p>
          <w:p w:rsidR="00525671" w:rsidRPr="00A26A58" w:rsidRDefault="00525671" w:rsidP="00690B24">
            <w:pPr>
              <w:rPr>
                <w:rFonts w:ascii="Calibri" w:hAnsi="Calibri"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525671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2) Let p(x) = </w:t>
            </w:r>
            <w:r w:rsidRPr="004C7FB6">
              <w:rPr>
                <w:rFonts w:ascii="Calibri" w:hAnsi="Calibri" w:cs="Arial"/>
                <w:position w:val="-6"/>
              </w:rPr>
              <w:object w:dxaOrig="680" w:dyaOrig="320">
                <v:shape id="_x0000_i1026" type="#_x0000_t75" style="width:34.35pt;height:15.9pt" o:ole="">
                  <v:imagedata r:id="rId16" o:title=""/>
                </v:shape>
                <o:OLEObject Type="Embed" ProgID="Equation.3" ShapeID="_x0000_i1026" DrawAspect="Content" ObjectID="_1420289725" r:id="rId17"/>
              </w:objec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3F118F39" wp14:editId="1FB053BA">
                  <wp:extent cx="419100" cy="180975"/>
                  <wp:effectExtent l="0" t="0" r="0" b="952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 xml:space="preserve"> and r(x) = x + 4. 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a) </w:t>
            </w:r>
            <w:r w:rsidRPr="00A26A58">
              <w:rPr>
                <w:rFonts w:ascii="Calibri" w:hAnsi="Calibri" w:cs="Arial"/>
              </w:rPr>
              <w:t>Find (p</w: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4A88CE20" wp14:editId="7D588D5E">
                  <wp:extent cx="66675" cy="180975"/>
                  <wp:effectExtent l="0" t="0" r="952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493456FE" wp14:editId="77FA343F">
                  <wp:extent cx="66675" cy="180975"/>
                  <wp:effectExtent l="0" t="0" r="952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>
              <w:rPr>
                <w:rFonts w:ascii="Calibri" w:hAnsi="Calibri" w:cs="Arial"/>
              </w:rPr>
              <w:t>r</w:t>
            </w:r>
            <w:proofErr w:type="gramStart"/>
            <w:r>
              <w:rPr>
                <w:rFonts w:ascii="Calibri" w:hAnsi="Calibri" w:cs="Arial"/>
              </w:rPr>
              <w:t>)(</w:t>
            </w:r>
            <w:proofErr w:type="gramEnd"/>
            <w:r>
              <w:rPr>
                <w:rFonts w:ascii="Calibri" w:hAnsi="Calibri" w:cs="Arial"/>
              </w:rPr>
              <w:t>2).</w:t>
            </w:r>
          </w:p>
          <w:p w:rsidR="00525671" w:rsidRPr="00A26A58" w:rsidRDefault="00525671" w:rsidP="00690B24">
            <w:pPr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b)</w:t>
            </w:r>
            <w:r w:rsidRPr="00A26A58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Find </w:t>
            </w:r>
            <w:r w:rsidRPr="00A26A58">
              <w:rPr>
                <w:rFonts w:ascii="Calibri" w:hAnsi="Calibri" w:cs="Arial"/>
              </w:rPr>
              <w:t>(r</w: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54B35D41" wp14:editId="000D76EF">
                  <wp:extent cx="66675" cy="180975"/>
                  <wp:effectExtent l="0" t="0" r="952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1F986D04" wp14:editId="359B0327">
                  <wp:extent cx="66675" cy="180975"/>
                  <wp:effectExtent l="0" t="0" r="952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>p</w:t>
            </w:r>
            <w:proofErr w:type="gramStart"/>
            <w:r w:rsidRPr="00A26A58">
              <w:rPr>
                <w:rFonts w:ascii="Calibri" w:hAnsi="Calibri" w:cs="Arial"/>
              </w:rPr>
              <w:t>)(</w:t>
            </w:r>
            <w:proofErr w:type="gramEnd"/>
            <w:r w:rsidRPr="00A26A58">
              <w:rPr>
                <w:rFonts w:ascii="Calibri" w:hAnsi="Calibri" w:cs="Arial"/>
              </w:rPr>
              <w:t>2).</w:t>
            </w: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3) Let w(x) </w:t>
            </w:r>
            <w:proofErr w:type="gramStart"/>
            <w:r w:rsidRPr="00A26A58">
              <w:rPr>
                <w:rFonts w:ascii="Calibri" w:hAnsi="Calibri" w:cs="Arial"/>
              </w:rPr>
              <w:t xml:space="preserve">= </w:t>
            </w:r>
            <w:proofErr w:type="gramEnd"/>
            <w:r w:rsidRPr="00E212D7">
              <w:rPr>
                <w:rFonts w:ascii="Calibri" w:hAnsi="Calibri" w:cs="Arial"/>
                <w:position w:val="-6"/>
              </w:rPr>
              <w:object w:dxaOrig="1120" w:dyaOrig="320">
                <v:shape id="_x0000_i1027" type="#_x0000_t75" style="width:56.1pt;height:15.9pt" o:ole="">
                  <v:imagedata r:id="rId20" o:title=""/>
                </v:shape>
                <o:OLEObject Type="Embed" ProgID="Equation.3" ShapeID="_x0000_i1027" DrawAspect="Content" ObjectID="_1420289726" r:id="rId21"/>
              </w:objec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079FBD49" wp14:editId="162D41C2">
                  <wp:extent cx="771525" cy="180975"/>
                  <wp:effectExtent l="0" t="0" r="9525" b="952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 xml:space="preserve">.  Find </w:t>
            </w:r>
            <w:proofErr w:type="gramStart"/>
            <w:r w:rsidRPr="00A26A58">
              <w:rPr>
                <w:rFonts w:ascii="Calibri" w:hAnsi="Calibri" w:cs="Arial"/>
              </w:rPr>
              <w:t>w(</w:t>
            </w:r>
            <w:proofErr w:type="gramEnd"/>
            <w:r w:rsidRPr="00A26A58">
              <w:rPr>
                <w:rFonts w:ascii="Calibri" w:hAnsi="Calibri" w:cs="Arial"/>
              </w:rPr>
              <w:t>w(-2)).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525671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>4) Let j(x) =</w:t>
            </w:r>
            <w:r w:rsidRPr="00E212D7">
              <w:rPr>
                <w:rFonts w:ascii="Calibri" w:hAnsi="Calibri" w:cs="Arial"/>
                <w:position w:val="-6"/>
              </w:rPr>
              <w:object w:dxaOrig="780" w:dyaOrig="320">
                <v:shape id="_x0000_i1028" type="#_x0000_t75" style="width:39.35pt;height:15.9pt" o:ole="">
                  <v:imagedata r:id="rId23" o:title=""/>
                </v:shape>
                <o:OLEObject Type="Embed" ProgID="Equation.3" ShapeID="_x0000_i1028" DrawAspect="Content" ObjectID="_1420289727" r:id="rId24"/>
              </w:objec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614077B5" wp14:editId="013D387E">
                  <wp:extent cx="523875" cy="180975"/>
                  <wp:effectExtent l="0" t="0" r="9525" b="952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end"/>
            </w:r>
            <w:r>
              <w:rPr>
                <w:rFonts w:ascii="Calibri" w:hAnsi="Calibri" w:cs="Arial"/>
              </w:rPr>
              <w:t xml:space="preserve"> and k(x) = -0.5x.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a) What is </w:t>
            </w:r>
            <w:proofErr w:type="gramStart"/>
            <w:r>
              <w:rPr>
                <w:rFonts w:ascii="Calibri" w:hAnsi="Calibri" w:cs="Arial"/>
              </w:rPr>
              <w:t>j(</w:t>
            </w:r>
            <w:proofErr w:type="gramEnd"/>
            <w:r>
              <w:rPr>
                <w:rFonts w:ascii="Calibri" w:hAnsi="Calibri" w:cs="Arial"/>
              </w:rPr>
              <w:t>k(6))?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b) What is (k</w: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24ACF62B" wp14:editId="1A6C9289">
                  <wp:extent cx="66675" cy="180975"/>
                  <wp:effectExtent l="0" t="0" r="9525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523E589D" wp14:editId="3CDA6221">
                  <wp:extent cx="66675" cy="180975"/>
                  <wp:effectExtent l="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>
              <w:rPr>
                <w:rFonts w:ascii="Calibri" w:hAnsi="Calibri" w:cs="Arial"/>
              </w:rPr>
              <w:t>j</w:t>
            </w:r>
            <w:proofErr w:type="gramStart"/>
            <w:r>
              <w:rPr>
                <w:rFonts w:ascii="Calibri" w:hAnsi="Calibri" w:cs="Arial"/>
              </w:rPr>
              <w:t>)(</w:t>
            </w:r>
            <w:proofErr w:type="gramEnd"/>
            <w:r>
              <w:rPr>
                <w:rFonts w:ascii="Calibri" w:hAnsi="Calibri" w:cs="Arial"/>
              </w:rPr>
              <w:t>6</w:t>
            </w:r>
            <w:r w:rsidRPr="00A26A58">
              <w:rPr>
                <w:rFonts w:ascii="Calibri" w:hAnsi="Calibri" w:cs="Arial"/>
              </w:rPr>
              <w:t>).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5) Let p(x) </w:t>
            </w:r>
            <w:proofErr w:type="gramStart"/>
            <w:r w:rsidRPr="00A26A58">
              <w:rPr>
                <w:rFonts w:ascii="Calibri" w:hAnsi="Calibri" w:cs="Arial"/>
              </w:rPr>
              <w:t xml:space="preserve">= </w:t>
            </w:r>
            <w:proofErr w:type="gramEnd"/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2B274DC1" wp14:editId="1DDEABFF">
                  <wp:extent cx="419100" cy="180975"/>
                  <wp:effectExtent l="0" t="0" r="0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02792909" wp14:editId="7D27F81C">
                  <wp:extent cx="419100" cy="180975"/>
                  <wp:effectExtent l="0" t="0" r="0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 xml:space="preserve">.  Find </w:t>
            </w:r>
            <w:proofErr w:type="gramStart"/>
            <w:r w:rsidRPr="00A26A58">
              <w:rPr>
                <w:rFonts w:ascii="Calibri" w:hAnsi="Calibri" w:cs="Arial"/>
              </w:rPr>
              <w:t>p(</w:t>
            </w:r>
            <w:proofErr w:type="gramEnd"/>
            <w:r w:rsidRPr="00A26A58">
              <w:rPr>
                <w:rFonts w:ascii="Calibri" w:hAnsi="Calibri" w:cs="Arial"/>
              </w:rPr>
              <w:t>p(-6)).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6) Let q(x) </w:t>
            </w:r>
            <w:proofErr w:type="gramStart"/>
            <w:r w:rsidRPr="00A26A58">
              <w:rPr>
                <w:rFonts w:ascii="Calibri" w:hAnsi="Calibri" w:cs="Arial"/>
              </w:rPr>
              <w:t xml:space="preserve">= </w:t>
            </w:r>
            <w:proofErr w:type="gramEnd"/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01665313" wp14:editId="4D8D9E8C">
                  <wp:extent cx="857250" cy="180975"/>
                  <wp:effectExtent l="0" t="0" r="0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4D0845DD" wp14:editId="516D0EE5">
                  <wp:extent cx="857250" cy="180975"/>
                  <wp:effectExtent l="0" t="0" r="0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 xml:space="preserve">.  Find </w:t>
            </w:r>
            <w:proofErr w:type="gramStart"/>
            <w:r w:rsidRPr="00A26A58">
              <w:rPr>
                <w:rFonts w:ascii="Calibri" w:hAnsi="Calibri" w:cs="Arial"/>
              </w:rPr>
              <w:t>q(</w:t>
            </w:r>
            <w:proofErr w:type="gramEnd"/>
            <w:r w:rsidRPr="00A26A58">
              <w:rPr>
                <w:rFonts w:ascii="Calibri" w:hAnsi="Calibri" w:cs="Arial"/>
              </w:rPr>
              <w:t>q(-2)).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/>
              </w:rPr>
              <w:t xml:space="preserve">7) </w:t>
            </w:r>
            <w:r w:rsidRPr="00A26A58">
              <w:rPr>
                <w:rFonts w:ascii="Calibri" w:hAnsi="Calibri" w:cs="Arial"/>
              </w:rPr>
              <w:t xml:space="preserve">Let f(x) = 3x- 2 and g(x) </w:t>
            </w:r>
            <w:proofErr w:type="gramStart"/>
            <w:r w:rsidRPr="00A26A58">
              <w:rPr>
                <w:rFonts w:ascii="Calibri" w:hAnsi="Calibri" w:cs="Arial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libri" w:cs="Arial"/>
                    </w:rPr>
                  </m:ctrlPr>
                </m:radPr>
                <m:deg>
                  <w:proofErr w:type="gramEnd"/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x</m:t>
                  </m:r>
                </m:e>
              </m:rad>
            </m:oMath>
            <w:r>
              <w:rPr>
                <w:rFonts w:ascii="Calibri" w:hAnsi="Calibri" w:cs="Arial"/>
                <w:noProof/>
              </w:rPr>
              <w:t xml:space="preserve"> 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</w:t>
            </w:r>
            <w:r w:rsidRPr="00A26A58">
              <w:rPr>
                <w:rFonts w:ascii="Calibri" w:hAnsi="Calibri" w:cs="Arial"/>
              </w:rPr>
              <w:t xml:space="preserve"> Find </w:t>
            </w:r>
            <w:proofErr w:type="gramStart"/>
            <w:r w:rsidRPr="00A26A58">
              <w:rPr>
                <w:rFonts w:ascii="Calibri" w:hAnsi="Calibri" w:cs="Arial"/>
              </w:rPr>
              <w:t>f(</w:t>
            </w:r>
            <w:proofErr w:type="gramEnd"/>
            <w:r w:rsidRPr="00A26A58">
              <w:rPr>
                <w:rFonts w:ascii="Calibri" w:hAnsi="Calibri" w:cs="Arial"/>
              </w:rPr>
              <w:t xml:space="preserve">g(25)). 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b) Find g(g(1296))</w:t>
            </w:r>
          </w:p>
        </w:tc>
        <w:tc>
          <w:tcPr>
            <w:tcW w:w="5696" w:type="dxa"/>
            <w:gridSpan w:val="2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8) Let w(x) = </w: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03CFF481" wp14:editId="5BE3A046">
                  <wp:extent cx="419100" cy="180975"/>
                  <wp:effectExtent l="0" t="0" r="0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 w:rsidRPr="004C7FB6">
              <w:rPr>
                <w:rFonts w:ascii="Calibri" w:hAnsi="Calibri" w:cs="Arial"/>
                <w:position w:val="-6"/>
              </w:rPr>
              <w:object w:dxaOrig="660" w:dyaOrig="320">
                <v:shape id="_x0000_i1029" type="#_x0000_t75" style="width:32.65pt;height:15.9pt" o:ole="">
                  <v:imagedata r:id="rId28" o:title=""/>
                </v:shape>
                <o:OLEObject Type="Embed" ProgID="Equation.3" ShapeID="_x0000_i1029" DrawAspect="Content" ObjectID="_1420289728" r:id="rId29"/>
              </w:object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 xml:space="preserve"> and r(x) </w:t>
            </w:r>
            <w:proofErr w:type="gramStart"/>
            <w:r w:rsidRPr="00A26A58">
              <w:rPr>
                <w:rFonts w:ascii="Calibri" w:hAnsi="Calibri" w:cs="Arial"/>
              </w:rPr>
              <w:t>=</w:t>
            </w:r>
            <w:r>
              <w:rPr>
                <w:rFonts w:ascii="Calibri" w:hAnsi="Calibri" w:cs="Arial"/>
              </w:rPr>
              <w:t xml:space="preserve"> </w:t>
            </w:r>
            <w:proofErr w:type="gramEnd"/>
            <w:r w:rsidRPr="004C7FB6">
              <w:rPr>
                <w:rFonts w:ascii="Calibri" w:hAnsi="Calibri" w:cs="Arial"/>
                <w:position w:val="-8"/>
              </w:rPr>
              <w:object w:dxaOrig="560" w:dyaOrig="360">
                <v:shape id="_x0000_i1030" type="#_x0000_t75" style="width:27.65pt;height:18.4pt" o:ole="">
                  <v:imagedata r:id="rId30" o:title=""/>
                </v:shape>
                <o:OLEObject Type="Embed" ProgID="Equation.3" ShapeID="_x0000_i1030" DrawAspect="Content" ObjectID="_1420289729" r:id="rId31"/>
              </w:object>
            </w:r>
            <w:r w:rsidRPr="00A26A58">
              <w:rPr>
                <w:rFonts w:ascii="Calibri" w:hAnsi="Calibri" w:cs="Arial"/>
              </w:rPr>
              <w:t>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</w:t>
            </w:r>
            <w:r w:rsidRPr="00A26A58">
              <w:rPr>
                <w:rFonts w:ascii="Calibri" w:hAnsi="Calibri" w:cs="Arial"/>
              </w:rPr>
              <w:t xml:space="preserve"> Find (w</w:t>
            </w:r>
            <w:r w:rsidRPr="00A26A58">
              <w:rPr>
                <w:rFonts w:ascii="Calibri" w:hAnsi="Calibri" w:cs="Arial"/>
              </w:rPr>
              <w:fldChar w:fldCharType="begin"/>
            </w:r>
            <w:r w:rsidRPr="00A26A58">
              <w:rPr>
                <w:rFonts w:ascii="Calibri" w:hAnsi="Calibri" w:cs="Arial"/>
              </w:rPr>
              <w:instrText xml:space="preserve"> QUOTE </w:instrText>
            </w:r>
            <w:r>
              <w:rPr>
                <w:noProof/>
                <w:position w:val="-6"/>
              </w:rPr>
              <w:drawing>
                <wp:inline distT="0" distB="0" distL="0" distR="0" wp14:anchorId="46888C19" wp14:editId="7F737FC8">
                  <wp:extent cx="66675" cy="180975"/>
                  <wp:effectExtent l="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instrText xml:space="preserve"> </w:instrText>
            </w:r>
            <w:r w:rsidRPr="00A26A58">
              <w:rPr>
                <w:rFonts w:ascii="Calibri" w:hAnsi="Calibri" w:cs="Arial"/>
              </w:rPr>
              <w:fldChar w:fldCharType="separate"/>
            </w:r>
            <w:r>
              <w:rPr>
                <w:noProof/>
                <w:position w:val="-6"/>
              </w:rPr>
              <w:drawing>
                <wp:inline distT="0" distB="0" distL="0" distR="0" wp14:anchorId="0CFA20A8" wp14:editId="72C39064">
                  <wp:extent cx="66675" cy="180975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A58">
              <w:rPr>
                <w:rFonts w:ascii="Calibri" w:hAnsi="Calibri" w:cs="Arial"/>
              </w:rPr>
              <w:fldChar w:fldCharType="end"/>
            </w:r>
            <w:r w:rsidRPr="00A26A58">
              <w:rPr>
                <w:rFonts w:ascii="Calibri" w:hAnsi="Calibri" w:cs="Arial"/>
              </w:rPr>
              <w:t>r)(9)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b)</w:t>
            </w:r>
            <w:r w:rsidRPr="00A26A58">
              <w:rPr>
                <w:rFonts w:ascii="Calibri" w:hAnsi="Calibri" w:cs="Arial"/>
              </w:rPr>
              <w:t xml:space="preserve"> Find (r</w:t>
            </w:r>
            <m:oMath>
              <m:r>
                <m:rPr>
                  <m:sty m:val="p"/>
                </m:rP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Arial"/>
              </w:rPr>
              <w:t>r</w:t>
            </w:r>
            <w:proofErr w:type="gramStart"/>
            <w:r w:rsidRPr="00A26A58">
              <w:rPr>
                <w:rFonts w:ascii="Calibri" w:hAnsi="Calibri" w:cs="Arial"/>
              </w:rPr>
              <w:t>)(</w:t>
            </w:r>
            <w:proofErr w:type="gramEnd"/>
            <w:r w:rsidRPr="00A26A58">
              <w:rPr>
                <w:rFonts w:ascii="Calibri" w:hAnsi="Calibri" w:cs="Arial"/>
              </w:rPr>
              <w:t>256).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>9</w:t>
            </w:r>
            <w:r>
              <w:rPr>
                <w:rFonts w:ascii="Calibri" w:hAnsi="Calibri" w:cs="Arial"/>
              </w:rPr>
              <w:t xml:space="preserve">) Let f(x) = 6x + 3,  g(x) = </w:t>
            </w:r>
            <w:r w:rsidRPr="004C7FB6">
              <w:rPr>
                <w:rFonts w:ascii="Calibri" w:hAnsi="Calibri" w:cs="Arial"/>
                <w:position w:val="-24"/>
              </w:rPr>
              <w:object w:dxaOrig="580" w:dyaOrig="620">
                <v:shape id="_x0000_i1031" type="#_x0000_t75" style="width:29.3pt;height:31pt" o:ole="">
                  <v:imagedata r:id="rId32" o:title=""/>
                </v:shape>
                <o:OLEObject Type="Embed" ProgID="Equation.3" ShapeID="_x0000_i1031" DrawAspect="Content" ObjectID="_1420289730" r:id="rId33"/>
              </w:object>
            </w:r>
            <w:r w:rsidRPr="00A26A58">
              <w:rPr>
                <w:rFonts w:ascii="Calibri" w:hAnsi="Calibri" w:cs="Arial"/>
              </w:rPr>
              <w:t>, and h(x) = -7x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 xml:space="preserve">Find </w:t>
            </w:r>
            <w:proofErr w:type="gramStart"/>
            <w:r w:rsidRPr="00A26A58">
              <w:rPr>
                <w:rFonts w:ascii="Calibri" w:hAnsi="Calibri" w:cs="Arial"/>
              </w:rPr>
              <w:t>h(</w:t>
            </w:r>
            <w:proofErr w:type="gramEnd"/>
            <w:r w:rsidRPr="00A26A58">
              <w:rPr>
                <w:rFonts w:ascii="Calibri" w:hAnsi="Calibri" w:cs="Arial"/>
              </w:rPr>
              <w:t xml:space="preserve">f(g(3))). </w:t>
            </w:r>
          </w:p>
          <w:p w:rsidR="00525671" w:rsidRPr="00A26A58" w:rsidRDefault="00525671" w:rsidP="00690B24">
            <w:pPr>
              <w:rPr>
                <w:rFonts w:ascii="Calibri" w:hAnsi="Calibri"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 w:rsidRPr="00A26A58">
              <w:rPr>
                <w:rFonts w:ascii="Calibri" w:hAnsi="Calibri" w:cs="Arial"/>
              </w:rPr>
              <w:t>10</w:t>
            </w:r>
            <w:r>
              <w:rPr>
                <w:rFonts w:ascii="Calibri" w:hAnsi="Calibri" w:cs="Arial"/>
              </w:rPr>
              <w:t xml:space="preserve">) Let f(x) = 2x- 2,  g(x) = </w:t>
            </w:r>
            <w:r w:rsidRPr="004C7FB6">
              <w:rPr>
                <w:rFonts w:ascii="Calibri" w:hAnsi="Calibri" w:cs="Arial"/>
                <w:position w:val="-24"/>
              </w:rPr>
              <w:object w:dxaOrig="380" w:dyaOrig="620">
                <v:shape id="_x0000_i1032" type="#_x0000_t75" style="width:19.25pt;height:31pt" o:ole="">
                  <v:imagedata r:id="rId34" o:title=""/>
                </v:shape>
                <o:OLEObject Type="Embed" ProgID="Equation.3" ShapeID="_x0000_i1032" DrawAspect="Content" ObjectID="_1420289731" r:id="rId35"/>
              </w:object>
            </w:r>
            <w:r w:rsidRPr="00A26A58">
              <w:rPr>
                <w:rFonts w:ascii="Calibri" w:hAnsi="Calibri" w:cs="Arial"/>
              </w:rPr>
              <w:t>, and h(x) = 2x</w:t>
            </w: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Find </w:t>
            </w:r>
            <w:proofErr w:type="gramStart"/>
            <w:r>
              <w:rPr>
                <w:rFonts w:ascii="Calibri" w:hAnsi="Calibri" w:cs="Arial"/>
              </w:rPr>
              <w:t>g(</w:t>
            </w:r>
            <w:proofErr w:type="gramEnd"/>
            <w:r>
              <w:rPr>
                <w:rFonts w:ascii="Calibri" w:hAnsi="Calibri" w:cs="Arial"/>
              </w:rPr>
              <w:t>h(f</w:t>
            </w:r>
            <w:r w:rsidRPr="00A26A58">
              <w:rPr>
                <w:rFonts w:ascii="Calibri" w:hAnsi="Calibri" w:cs="Arial"/>
              </w:rPr>
              <w:t xml:space="preserve">(7))). </w:t>
            </w:r>
          </w:p>
          <w:p w:rsidR="00525671" w:rsidRDefault="00525671" w:rsidP="00690B24">
            <w:pPr>
              <w:rPr>
                <w:rFonts w:ascii="Calibri" w:hAnsi="Calibri"/>
              </w:rPr>
            </w:pPr>
          </w:p>
          <w:p w:rsidR="00525671" w:rsidRPr="00A26A58" w:rsidRDefault="00525671" w:rsidP="00690B24">
            <w:pPr>
              <w:rPr>
                <w:rFonts w:ascii="Calibri" w:hAnsi="Calibri"/>
              </w:rPr>
            </w:pPr>
          </w:p>
        </w:tc>
      </w:tr>
      <w:tr w:rsidR="00525671" w:rsidRPr="00A26A58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11) Create your own composition of functions: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 f(x) = 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b) g(x) = 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c) Find _______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  <w:i/>
              </w:rPr>
            </w:pPr>
            <w:r>
              <w:rPr>
                <w:rFonts w:ascii="Calibri" w:hAnsi="Calibri" w:cs="Arial"/>
                <w:i/>
              </w:rPr>
              <w:t>Have your neighbor solve.</w:t>
            </w:r>
          </w:p>
          <w:p w:rsidR="00525671" w:rsidRPr="004C7FB6" w:rsidRDefault="00525671" w:rsidP="00690B24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12) Create your own composition of functions: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 f(x) = 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b) g(x) = 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c) Find _______</w:t>
            </w:r>
          </w:p>
          <w:p w:rsidR="00525671" w:rsidRDefault="00525671" w:rsidP="00690B24">
            <w:pPr>
              <w:rPr>
                <w:rFonts w:ascii="Calibri" w:hAnsi="Calibri" w:cs="Arial"/>
              </w:rPr>
            </w:pPr>
          </w:p>
          <w:p w:rsidR="00525671" w:rsidRPr="00A26A58" w:rsidRDefault="00525671" w:rsidP="00690B2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Have your neighbor solve.</w:t>
            </w:r>
          </w:p>
        </w:tc>
      </w:tr>
      <w:tr w:rsidR="00E101E8" w:rsidRPr="00484C8F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13 a)</w:t>
            </w:r>
            <w:r w:rsidRPr="00A26A58">
              <w:rPr>
                <w:rFonts w:ascii="Calibri" w:hAnsi="Calibri" w:cs="Calibri"/>
              </w:rPr>
              <w:t xml:space="preserve"> Compute </w:t>
            </w:r>
            <w:r w:rsidRPr="00E101E8">
              <w:rPr>
                <w:rFonts w:ascii="Calibri" w:hAnsi="Calibri" w:cs="Calibri"/>
                <w:b/>
              </w:rPr>
              <w:t>f(g(x))</w:t>
            </w:r>
            <w:r>
              <w:rPr>
                <w:rFonts w:ascii="Calibri" w:hAnsi="Calibri" w:cs="Calibri"/>
              </w:rPr>
              <w:t xml:space="preserve"> if g(x) = 2x + 1 and </w:t>
            </w: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</w:t>
            </w:r>
            <w:proofErr w:type="gramStart"/>
            <w:r>
              <w:rPr>
                <w:rFonts w:ascii="Calibri" w:hAnsi="Calibri" w:cs="Calibri"/>
              </w:rPr>
              <w:t>f(</w:t>
            </w:r>
            <w:proofErr w:type="gramEnd"/>
            <w:r>
              <w:rPr>
                <w:rFonts w:ascii="Calibri" w:hAnsi="Calibri" w:cs="Calibri"/>
              </w:rPr>
              <w:t xml:space="preserve">x) = </w:t>
            </w:r>
            <w:r w:rsidRPr="00A26A58">
              <w:rPr>
                <w:rFonts w:ascii="Calibri" w:hAnsi="Calibri" w:cs="Calibri"/>
              </w:rPr>
              <w:t xml:space="preserve">x- 3.  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 xml:space="preserve">b. Compute </w:t>
            </w:r>
            <w:proofErr w:type="gramStart"/>
            <w:r w:rsidRPr="00E101E8">
              <w:rPr>
                <w:rFonts w:ascii="Calibri" w:hAnsi="Calibri" w:cs="Calibri"/>
                <w:b/>
              </w:rPr>
              <w:t>g(</w:t>
            </w:r>
            <w:proofErr w:type="gramEnd"/>
            <w:r w:rsidRPr="00E101E8">
              <w:rPr>
                <w:rFonts w:ascii="Calibri" w:hAnsi="Calibri" w:cs="Calibri"/>
                <w:b/>
              </w:rPr>
              <w:t>f(x))</w:t>
            </w:r>
            <w:r w:rsidRPr="00A26A58">
              <w:rPr>
                <w:rFonts w:ascii="Calibri" w:hAnsi="Calibri" w:cs="Calibri"/>
              </w:rPr>
              <w:t xml:space="preserve"> if g(x) = </w:t>
            </w:r>
            <w:r>
              <w:rPr>
                <w:rFonts w:ascii="Calibri" w:hAnsi="Calibri" w:cs="Calibri"/>
              </w:rPr>
              <w:t>-2x + 1 and f(x) = -</w:t>
            </w:r>
            <w:r w:rsidRPr="00A26A58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</w:rPr>
              <w:t xml:space="preserve"> </w:t>
            </w:r>
            <w:r w:rsidRPr="00A26A58">
              <w:rPr>
                <w:rFonts w:ascii="Calibri" w:hAnsi="Calibri" w:cs="Calibri"/>
              </w:rPr>
              <w:t xml:space="preserve">- 3.  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 xml:space="preserve">c. </w:t>
            </w:r>
            <w:r>
              <w:rPr>
                <w:rFonts w:ascii="Calibri" w:hAnsi="Calibri" w:cs="Calibri"/>
              </w:rPr>
              <w:t xml:space="preserve">Compute </w:t>
            </w:r>
            <w:proofErr w:type="gramStart"/>
            <w:r w:rsidRPr="00E101E8">
              <w:rPr>
                <w:rFonts w:ascii="Calibri" w:hAnsi="Calibri" w:cs="Calibri"/>
                <w:b/>
              </w:rPr>
              <w:t>f(</w:t>
            </w:r>
            <w:proofErr w:type="gramEnd"/>
            <w:r w:rsidRPr="00E101E8">
              <w:rPr>
                <w:rFonts w:ascii="Calibri" w:hAnsi="Calibri" w:cs="Calibri"/>
                <w:b/>
              </w:rPr>
              <w:t>f(x))</w:t>
            </w:r>
            <w:r>
              <w:rPr>
                <w:rFonts w:ascii="Calibri" w:hAnsi="Calibri" w:cs="Calibri"/>
              </w:rPr>
              <w:t xml:space="preserve"> if g(x) = 8x</w:t>
            </w:r>
            <w:r>
              <w:rPr>
                <w:rFonts w:ascii="Calibri" w:hAnsi="Calibri" w:cs="Calibri"/>
                <w:vertAlign w:val="superscript"/>
              </w:rPr>
              <w:t>2</w:t>
            </w:r>
            <w:r>
              <w:rPr>
                <w:rFonts w:ascii="Calibri" w:hAnsi="Calibri" w:cs="Calibri"/>
              </w:rPr>
              <w:t xml:space="preserve"> and f(x) = 0.5</w:t>
            </w:r>
            <w:r w:rsidRPr="00A26A58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</w:rPr>
              <w:t xml:space="preserve"> - 2</w:t>
            </w:r>
            <w:r w:rsidRPr="00A26A58">
              <w:rPr>
                <w:rFonts w:ascii="Calibri" w:hAnsi="Calibri" w:cs="Calibri"/>
              </w:rPr>
              <w:t xml:space="preserve">.  </w:t>
            </w: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</w:tc>
        <w:tc>
          <w:tcPr>
            <w:tcW w:w="5696" w:type="dxa"/>
            <w:gridSpan w:val="2"/>
            <w:shd w:val="clear" w:color="auto" w:fill="auto"/>
          </w:tcPr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a)</w:t>
            </w:r>
            <w:r w:rsidRPr="00A26A58">
              <w:rPr>
                <w:rFonts w:ascii="Calibri" w:hAnsi="Calibri" w:cs="Calibri"/>
              </w:rPr>
              <w:t xml:space="preserve"> If g(x) = 3x + 2 and f(x) = x</w:t>
            </w:r>
            <w:r w:rsidRPr="00A26A58">
              <w:rPr>
                <w:rFonts w:ascii="Calibri" w:hAnsi="Calibri" w:cs="Calibri"/>
                <w:vertAlign w:val="superscript"/>
              </w:rPr>
              <w:t>2</w:t>
            </w:r>
            <w:r w:rsidRPr="00A26A58">
              <w:rPr>
                <w:rFonts w:ascii="Calibri" w:hAnsi="Calibri" w:cs="Calibri"/>
              </w:rPr>
              <w:t xml:space="preserve"> + 3, compute </w:t>
            </w:r>
            <w:r w:rsidRPr="00E101E8">
              <w:rPr>
                <w:b/>
              </w:rPr>
              <w:t>(g</w:t>
            </w:r>
            <m:oMath>
              <m:r>
                <m:rPr>
                  <m:sty m:val="bi"/>
                </m:rPr>
                <w:rPr>
                  <w:rFonts w:ascii="Cambria Math" w:hAnsi="Calibri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E101E8">
              <w:rPr>
                <w:b/>
              </w:rPr>
              <w:t xml:space="preserve"> f</w:t>
            </w:r>
            <w:proofErr w:type="gramStart"/>
            <w:r w:rsidRPr="00E101E8">
              <w:rPr>
                <w:rFonts w:ascii="Calibri" w:hAnsi="Calibri" w:cs="Calibri"/>
                <w:b/>
              </w:rPr>
              <w:t>)(</w:t>
            </w:r>
            <w:proofErr w:type="gramEnd"/>
            <w:r w:rsidRPr="00E101E8">
              <w:rPr>
                <w:rFonts w:ascii="Calibri" w:hAnsi="Calibri" w:cs="Calibri"/>
                <w:b/>
              </w:rPr>
              <w:t>x)</w:t>
            </w:r>
            <w:r w:rsidRPr="00A26A58">
              <w:rPr>
                <w:rFonts w:ascii="Calibri" w:hAnsi="Calibri" w:cs="Calibri"/>
              </w:rPr>
              <w:t xml:space="preserve">.  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 xml:space="preserve">b. If g(x) = </w:t>
            </w:r>
            <w:r w:rsidRPr="00E866A3">
              <w:rPr>
                <w:rFonts w:ascii="Calibri" w:hAnsi="Calibri" w:cs="Calibri"/>
                <w:position w:val="-24"/>
              </w:rPr>
              <w:object w:dxaOrig="720" w:dyaOrig="620">
                <v:shape id="_x0000_i1033" type="#_x0000_t75" style="width:36pt;height:31pt" o:ole="">
                  <v:imagedata r:id="rId36" o:title=""/>
                </v:shape>
                <o:OLEObject Type="Embed" ProgID="Equation.3" ShapeID="_x0000_i1033" DrawAspect="Content" ObjectID="_1420289732" r:id="rId37"/>
              </w:object>
            </w:r>
            <w:r w:rsidRPr="00A26A58">
              <w:rPr>
                <w:rFonts w:ascii="Calibri" w:hAnsi="Calibri" w:cs="Calibri"/>
              </w:rPr>
              <w:t>and f(x) = x</w:t>
            </w:r>
            <w:r w:rsidRPr="00A26A58">
              <w:rPr>
                <w:rFonts w:ascii="Calibri" w:hAnsi="Calibri" w:cs="Calibri"/>
                <w:vertAlign w:val="superscript"/>
              </w:rPr>
              <w:t>2</w:t>
            </w:r>
            <w:r w:rsidRPr="00A26A58">
              <w:rPr>
                <w:rFonts w:ascii="Calibri" w:hAnsi="Calibri" w:cs="Calibri"/>
              </w:rPr>
              <w:t xml:space="preserve"> + 3, compute </w:t>
            </w:r>
            <w:r w:rsidRPr="00E101E8">
              <w:rPr>
                <w:rFonts w:ascii="Calibri" w:hAnsi="Calibri" w:cs="Calibri"/>
                <w:b/>
              </w:rPr>
              <w:t>g</w:t>
            </w:r>
            <m:oMath>
              <m:r>
                <m:rPr>
                  <m:sty m:val="bi"/>
                </m:rPr>
                <w:rPr>
                  <w:rFonts w:ascii="Cambria Math" w:hAnsi="Calibri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E101E8">
              <w:rPr>
                <w:rFonts w:ascii="Calibri" w:hAnsi="Calibri" w:cs="Calibri"/>
                <w:b/>
              </w:rPr>
              <w:t xml:space="preserve"> f(x)</w:t>
            </w:r>
            <w:r w:rsidRPr="00A26A58">
              <w:rPr>
                <w:rFonts w:ascii="Calibri" w:hAnsi="Calibri" w:cs="Calibri"/>
              </w:rPr>
              <w:t xml:space="preserve">.  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 xml:space="preserve">c. Compute </w:t>
            </w:r>
            <w:r w:rsidRPr="00E101E8">
              <w:rPr>
                <w:rFonts w:ascii="Calibri" w:hAnsi="Calibri" w:cs="Calibri"/>
                <w:b/>
              </w:rPr>
              <w:t>g</w:t>
            </w:r>
            <m:oMath>
              <m:r>
                <m:rPr>
                  <m:sty m:val="bi"/>
                </m:rPr>
                <w:rPr>
                  <w:rFonts w:ascii="Cambria Math" w:hAnsi="Calibri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E101E8">
              <w:rPr>
                <w:b/>
                <w:position w:val="-6"/>
              </w:rPr>
              <w:t xml:space="preserve"> </w:t>
            </w:r>
            <w:r w:rsidRPr="00E101E8">
              <w:rPr>
                <w:rFonts w:ascii="Calibri" w:hAnsi="Calibri" w:cs="Calibri"/>
                <w:b/>
              </w:rPr>
              <w:t>g(x)</w:t>
            </w:r>
            <w:r w:rsidRPr="00A26A58">
              <w:rPr>
                <w:rFonts w:ascii="Calibri" w:hAnsi="Calibri" w:cs="Calibri"/>
              </w:rPr>
              <w:t xml:space="preserve"> if g(</w:t>
            </w:r>
            <w:r>
              <w:rPr>
                <w:rFonts w:ascii="Calibri" w:hAnsi="Calibri" w:cs="Calibri"/>
              </w:rPr>
              <w:t xml:space="preserve">x) = 2x + 1 and f(x) = 1x- 3.  </w:t>
            </w:r>
          </w:p>
          <w:p w:rsidR="00E101E8" w:rsidRPr="00484C8F" w:rsidRDefault="00E101E8" w:rsidP="00690B24">
            <w:pPr>
              <w:rPr>
                <w:rFonts w:ascii="Calibri" w:hAnsi="Calibri" w:cs="Calibri"/>
              </w:rPr>
            </w:pPr>
          </w:p>
        </w:tc>
      </w:tr>
      <w:tr w:rsidR="00E101E8" w:rsidRPr="00A26A58" w:rsidTr="00970C15">
        <w:trPr>
          <w:trHeight w:val="580"/>
        </w:trPr>
        <w:tc>
          <w:tcPr>
            <w:tcW w:w="5516" w:type="dxa"/>
            <w:gridSpan w:val="2"/>
            <w:shd w:val="clear" w:color="auto" w:fill="auto"/>
          </w:tcPr>
          <w:p w:rsidR="00E101E8" w:rsidRPr="00A26A58" w:rsidRDefault="00E101E8" w:rsidP="00E101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15)</w:t>
            </w:r>
            <w:r w:rsidRPr="00A26A58">
              <w:rPr>
                <w:rFonts w:ascii="Calibri" w:hAnsi="Calibri" w:cs="Calibri"/>
              </w:rPr>
              <w:t xml:space="preserve"> Compute </w:t>
            </w:r>
            <w:proofErr w:type="gramStart"/>
            <w:r w:rsidRPr="00A26A58">
              <w:rPr>
                <w:rFonts w:ascii="Calibri" w:hAnsi="Calibri" w:cs="Calibri"/>
              </w:rPr>
              <w:t>a(</w:t>
            </w:r>
            <w:proofErr w:type="gramEnd"/>
            <w:r w:rsidRPr="00A26A58">
              <w:rPr>
                <w:rFonts w:ascii="Calibri" w:hAnsi="Calibri" w:cs="Calibri"/>
              </w:rPr>
              <w:t xml:space="preserve">b(x)) if a(x) = 2x -1 and b(x) = 3x + 3.  </w:t>
            </w:r>
          </w:p>
        </w:tc>
        <w:tc>
          <w:tcPr>
            <w:tcW w:w="5516" w:type="dxa"/>
            <w:shd w:val="clear" w:color="auto" w:fill="auto"/>
          </w:tcPr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Pr="00A26A58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A26A58">
              <w:rPr>
                <w:rFonts w:ascii="Calibri" w:hAnsi="Calibri" w:cs="Calibri"/>
              </w:rPr>
              <w:t xml:space="preserve">Compute </w:t>
            </w:r>
            <w:proofErr w:type="gramStart"/>
            <w:r w:rsidRPr="00A26A58">
              <w:rPr>
                <w:rFonts w:ascii="Calibri" w:hAnsi="Calibri" w:cs="Calibri"/>
              </w:rPr>
              <w:t>b(</w:t>
            </w:r>
            <w:proofErr w:type="gramEnd"/>
            <w:r w:rsidRPr="00A26A58">
              <w:rPr>
                <w:rFonts w:ascii="Calibri" w:hAnsi="Calibri" w:cs="Calibri"/>
              </w:rPr>
              <w:t xml:space="preserve">a(x)) if a(x) = 2x -1 and b(x) = 3x + 3.  </w:t>
            </w: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</w:tc>
      </w:tr>
      <w:tr w:rsidR="00E101E8" w:rsidTr="00970C15">
        <w:trPr>
          <w:trHeight w:val="895"/>
        </w:trPr>
        <w:tc>
          <w:tcPr>
            <w:tcW w:w="5516" w:type="dxa"/>
            <w:gridSpan w:val="2"/>
            <w:shd w:val="clear" w:color="auto" w:fill="auto"/>
          </w:tcPr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17) Compute </w:t>
            </w:r>
            <w:proofErr w:type="gramStart"/>
            <w:r>
              <w:rPr>
                <w:rFonts w:ascii="Calibri" w:hAnsi="Calibri" w:cs="Calibri"/>
              </w:rPr>
              <w:t>a(</w:t>
            </w:r>
            <w:proofErr w:type="gramEnd"/>
            <w:r>
              <w:rPr>
                <w:rFonts w:ascii="Calibri" w:hAnsi="Calibri" w:cs="Calibri"/>
              </w:rPr>
              <w:t xml:space="preserve">b(x)) if a(x) = </w:t>
            </w:r>
            <w:r w:rsidRPr="000D0BF8">
              <w:rPr>
                <w:rFonts w:ascii="Calibri" w:hAnsi="Calibri" w:cs="Calibri"/>
                <w:position w:val="-24"/>
              </w:rPr>
              <w:object w:dxaOrig="580" w:dyaOrig="620">
                <v:shape id="_x0000_i1034" type="#_x0000_t75" style="width:29.3pt;height:31pt" o:ole="">
                  <v:imagedata r:id="rId38" o:title=""/>
                </v:shape>
                <o:OLEObject Type="Embed" ProgID="Equation.3" ShapeID="_x0000_i1034" DrawAspect="Content" ObjectID="_1420289733" r:id="rId39"/>
              </w:object>
            </w:r>
            <w:r>
              <w:rPr>
                <w:rFonts w:ascii="Calibri" w:hAnsi="Calibri" w:cs="Calibri"/>
              </w:rPr>
              <w:t xml:space="preserve"> and b(x) = 2x - 8</w:t>
            </w:r>
            <w:r w:rsidRPr="00A26A58">
              <w:rPr>
                <w:rFonts w:ascii="Calibri" w:hAnsi="Calibri" w:cs="Calibri"/>
              </w:rPr>
              <w:t xml:space="preserve">. </w:t>
            </w:r>
          </w:p>
          <w:p w:rsidR="00E101E8" w:rsidRPr="00E866A3" w:rsidRDefault="00E101E8" w:rsidP="00690B24">
            <w:pPr>
              <w:rPr>
                <w:rFonts w:ascii="Calibri" w:hAnsi="Calibri" w:cs="Calibri"/>
                <w:i/>
              </w:rPr>
            </w:pPr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i/>
              </w:rPr>
              <w:t>SIMPLIFY AT THE END!</w:t>
            </w:r>
          </w:p>
        </w:tc>
        <w:tc>
          <w:tcPr>
            <w:tcW w:w="5516" w:type="dxa"/>
            <w:shd w:val="clear" w:color="auto" w:fill="auto"/>
          </w:tcPr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18) </w:t>
            </w:r>
            <w:r w:rsidRPr="00A26A58">
              <w:rPr>
                <w:rFonts w:ascii="Calibri" w:hAnsi="Calibri" w:cs="Calibri"/>
              </w:rPr>
              <w:t xml:space="preserve">Compute </w:t>
            </w:r>
            <w:proofErr w:type="gramStart"/>
            <w:r w:rsidRPr="00A26A58">
              <w:rPr>
                <w:rFonts w:ascii="Calibri" w:hAnsi="Calibri" w:cs="Calibri"/>
              </w:rPr>
              <w:t>b(</w:t>
            </w:r>
            <w:proofErr w:type="gramEnd"/>
            <w:r w:rsidRPr="00A26A58">
              <w:rPr>
                <w:rFonts w:ascii="Calibri" w:hAnsi="Calibri" w:cs="Calibri"/>
              </w:rPr>
              <w:t>b(</w:t>
            </w:r>
            <w:r>
              <w:rPr>
                <w:rFonts w:ascii="Calibri" w:hAnsi="Calibri" w:cs="Calibri"/>
              </w:rPr>
              <w:t xml:space="preserve">x)) if a(x) = 2x -1 and b(x) = 8x - </w:t>
            </w:r>
            <w:r w:rsidRPr="000D0BF8">
              <w:rPr>
                <w:rFonts w:ascii="Calibri" w:hAnsi="Calibri" w:cs="Calibri"/>
                <w:position w:val="-24"/>
              </w:rPr>
              <w:object w:dxaOrig="240" w:dyaOrig="620">
                <v:shape id="_x0000_i1035" type="#_x0000_t75" style="width:11.7pt;height:31pt" o:ole="">
                  <v:imagedata r:id="rId40" o:title=""/>
                </v:shape>
                <o:OLEObject Type="Embed" ProgID="Equation.3" ShapeID="_x0000_i1035" DrawAspect="Content" ObjectID="_1420289734" r:id="rId41"/>
              </w:object>
            </w:r>
            <w:r w:rsidRPr="00A26A58">
              <w:rPr>
                <w:rFonts w:ascii="Calibri" w:hAnsi="Calibri" w:cs="Calibri"/>
              </w:rPr>
              <w:t>.</w:t>
            </w:r>
          </w:p>
        </w:tc>
      </w:tr>
      <w:tr w:rsidR="00E101E8" w:rsidTr="00970C15">
        <w:trPr>
          <w:trHeight w:val="597"/>
        </w:trPr>
        <w:tc>
          <w:tcPr>
            <w:tcW w:w="5516" w:type="dxa"/>
            <w:gridSpan w:val="2"/>
            <w:shd w:val="clear" w:color="auto" w:fill="auto"/>
          </w:tcPr>
          <w:p w:rsidR="00E101E8" w:rsidRDefault="00E101E8" w:rsidP="00E101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19) Compute </w:t>
            </w:r>
            <w:proofErr w:type="gramStart"/>
            <w:r>
              <w:rPr>
                <w:rFonts w:ascii="Calibri" w:hAnsi="Calibri" w:cs="Calibri"/>
              </w:rPr>
              <w:t>a(</w:t>
            </w:r>
            <w:proofErr w:type="gramEnd"/>
            <w:r>
              <w:rPr>
                <w:rFonts w:ascii="Calibri" w:hAnsi="Calibri" w:cs="Calibri"/>
              </w:rPr>
              <w:t>b(-2)) if a(x) = -5</w:t>
            </w:r>
            <w:r w:rsidRPr="00A26A58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  <w:vertAlign w:val="superscript"/>
              </w:rPr>
              <w:t>3</w:t>
            </w:r>
            <w:r w:rsidRPr="00A26A58">
              <w:rPr>
                <w:rFonts w:ascii="Calibri" w:hAnsi="Calibri" w:cs="Calibri"/>
              </w:rPr>
              <w:t xml:space="preserve"> and b(x) =</w:t>
            </w:r>
            <w:r w:rsidRPr="000D0BF8">
              <w:rPr>
                <w:rFonts w:ascii="Calibri" w:hAnsi="Calibri" w:cs="Calibri"/>
                <w:position w:val="-24"/>
              </w:rPr>
              <w:object w:dxaOrig="859" w:dyaOrig="620">
                <v:shape id="_x0000_i1036" type="#_x0000_t75" style="width:42.7pt;height:31pt" o:ole="">
                  <v:imagedata r:id="rId42" o:title=""/>
                </v:shape>
                <o:OLEObject Type="Embed" ProgID="Equation.3" ShapeID="_x0000_i1036" DrawAspect="Content" ObjectID="_1420289735" r:id="rId43"/>
              </w:object>
            </w:r>
            <w:r w:rsidRPr="00A26A58">
              <w:rPr>
                <w:rFonts w:ascii="Calibri" w:hAnsi="Calibri" w:cs="Calibri"/>
              </w:rPr>
              <w:t>.</w:t>
            </w:r>
          </w:p>
        </w:tc>
        <w:tc>
          <w:tcPr>
            <w:tcW w:w="5516" w:type="dxa"/>
            <w:shd w:val="clear" w:color="auto" w:fill="auto"/>
          </w:tcPr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20) </w:t>
            </w:r>
            <w:r w:rsidRPr="00A26A58">
              <w:rPr>
                <w:rFonts w:ascii="Calibri" w:hAnsi="Calibri" w:cs="Calibri"/>
              </w:rPr>
              <w:t xml:space="preserve">Compute </w:t>
            </w:r>
            <w:proofErr w:type="gramStart"/>
            <w:r w:rsidRPr="00A26A58">
              <w:rPr>
                <w:rFonts w:ascii="Calibri" w:hAnsi="Calibri" w:cs="Calibri"/>
              </w:rPr>
              <w:t>b(</w:t>
            </w:r>
            <w:proofErr w:type="gramEnd"/>
            <w:r w:rsidRPr="00A26A58">
              <w:rPr>
                <w:rFonts w:ascii="Calibri" w:hAnsi="Calibri" w:cs="Calibri"/>
              </w:rPr>
              <w:t>a(-2)) if a(x) = 2x -1 and b(x) = 3x + 3.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</w:tc>
      </w:tr>
      <w:tr w:rsidR="00E101E8" w:rsidTr="00970C15">
        <w:trPr>
          <w:trHeight w:val="1758"/>
        </w:trPr>
        <w:tc>
          <w:tcPr>
            <w:tcW w:w="5516" w:type="dxa"/>
            <w:gridSpan w:val="2"/>
            <w:shd w:val="clear" w:color="auto" w:fill="auto"/>
          </w:tcPr>
          <w:p w:rsidR="00E101E8" w:rsidRDefault="00970C15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21) </w:t>
            </w:r>
            <w:r w:rsidR="00E101E8">
              <w:rPr>
                <w:rFonts w:ascii="Calibri" w:hAnsi="Calibri" w:cs="Calibri"/>
              </w:rPr>
              <w:t xml:space="preserve">Let g(x) = </w:t>
            </w:r>
            <w:r w:rsidR="00E101E8" w:rsidRPr="00F15662">
              <w:rPr>
                <w:rFonts w:ascii="Calibri" w:hAnsi="Calibri" w:cs="Calibri"/>
                <w:position w:val="-6"/>
              </w:rPr>
              <w:object w:dxaOrig="1200" w:dyaOrig="320">
                <v:shape id="_x0000_i1037" type="#_x0000_t75" style="width:60.3pt;height:15.9pt" o:ole="">
                  <v:imagedata r:id="rId44" o:title=""/>
                </v:shape>
                <o:OLEObject Type="Embed" ProgID="Equation.3" ShapeID="_x0000_i1037" DrawAspect="Content" ObjectID="_1420289736" r:id="rId45"/>
              </w:object>
            </w:r>
            <w:r w:rsidR="00E101E8">
              <w:rPr>
                <w:rFonts w:ascii="Calibri" w:hAnsi="Calibri" w:cs="Calibri"/>
              </w:rPr>
              <w:t xml:space="preserve"> and j(x) = x + 2.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a. Find g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j(x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Default="00E101E8" w:rsidP="00690B24">
            <w:pPr>
              <w:rPr>
                <w:position w:val="-6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Find </w:t>
            </w:r>
            <w:r w:rsidRPr="00A26A58">
              <w:rPr>
                <w:rFonts w:ascii="Calibri" w:hAnsi="Calibri" w:cs="Calibri"/>
              </w:rPr>
              <w:t>j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Pr="00F15662" w:rsidRDefault="00E101E8" w:rsidP="00690B24">
            <w:pPr>
              <w:rPr>
                <w:rFonts w:ascii="Calibri" w:hAnsi="Calibri" w:cs="Calibri"/>
              </w:rPr>
            </w:pPr>
          </w:p>
        </w:tc>
        <w:tc>
          <w:tcPr>
            <w:tcW w:w="5516" w:type="dxa"/>
            <w:shd w:val="clear" w:color="auto" w:fill="auto"/>
          </w:tcPr>
          <w:p w:rsidR="00E101E8" w:rsidRDefault="00970C15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101E8">
              <w:rPr>
                <w:rFonts w:ascii="Calibri" w:hAnsi="Calibri" w:cs="Calibri"/>
              </w:rPr>
              <w:t xml:space="preserve">2) Let f(x) = </w:t>
            </w:r>
            <w:r w:rsidR="00E101E8" w:rsidRPr="00F15662">
              <w:rPr>
                <w:rFonts w:ascii="Calibri" w:hAnsi="Calibri" w:cs="Calibri"/>
                <w:position w:val="-6"/>
              </w:rPr>
              <w:object w:dxaOrig="760" w:dyaOrig="320">
                <v:shape id="_x0000_i1038" type="#_x0000_t75" style="width:37.65pt;height:15.9pt" o:ole="">
                  <v:imagedata r:id="rId46" o:title=""/>
                </v:shape>
                <o:OLEObject Type="Embed" ProgID="Equation.3" ShapeID="_x0000_i1038" DrawAspect="Content" ObjectID="_1420289737" r:id="rId47"/>
              </w:object>
            </w:r>
            <w:r w:rsidR="00E101E8">
              <w:rPr>
                <w:rFonts w:ascii="Calibri" w:hAnsi="Calibri" w:cs="Calibri"/>
              </w:rPr>
              <w:t xml:space="preserve"> and j(x) = 2x + 2.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a. Find 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j(x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Default="00E101E8" w:rsidP="00690B24">
            <w:pPr>
              <w:rPr>
                <w:position w:val="-6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Find </w:t>
            </w:r>
            <w:r w:rsidRPr="00A26A58">
              <w:rPr>
                <w:rFonts w:ascii="Calibri" w:hAnsi="Calibri" w:cs="Calibri"/>
              </w:rPr>
              <w:t>j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f(x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</w:tc>
      </w:tr>
      <w:tr w:rsidR="00E101E8" w:rsidTr="00970C15">
        <w:trPr>
          <w:trHeight w:val="1741"/>
        </w:trPr>
        <w:tc>
          <w:tcPr>
            <w:tcW w:w="5516" w:type="dxa"/>
            <w:gridSpan w:val="2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XSpec="right" w:tblpY="-2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1106"/>
              <w:gridCol w:w="683"/>
            </w:tblGrid>
            <w:tr w:rsidR="00A75D87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106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</w:t>
                  </w:r>
                  <w:r>
                    <w:rPr>
                      <w:rFonts w:ascii="Calibri" w:hAnsi="Calibri" w:cs="Calibri"/>
                    </w:rPr>
                    <w:t>(</w:t>
                  </w:r>
                  <w:r>
                    <w:rPr>
                      <w:rFonts w:ascii="Calibri" w:hAnsi="Calibri" w:cs="Calibri"/>
                    </w:rPr>
                    <w:t>x</w:t>
                  </w:r>
                  <w:r>
                    <w:rPr>
                      <w:rFonts w:ascii="Calibri" w:hAnsi="Calibri" w:cs="Calibri"/>
                    </w:rPr>
                    <w:t>)</w:t>
                  </w:r>
                </w:p>
              </w:tc>
              <w:tc>
                <w:tcPr>
                  <w:tcW w:w="683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g</w:t>
                  </w:r>
                  <w:r>
                    <w:rPr>
                      <w:rFonts w:ascii="Calibri" w:hAnsi="Calibri" w:cs="Calibri"/>
                    </w:rPr>
                    <w:t>(</w:t>
                  </w:r>
                  <w:r>
                    <w:rPr>
                      <w:rFonts w:ascii="Calibri" w:hAnsi="Calibri" w:cs="Calibri"/>
                    </w:rPr>
                    <w:t>x</w:t>
                  </w:r>
                  <w:r>
                    <w:rPr>
                      <w:rFonts w:ascii="Calibri" w:hAnsi="Calibri" w:cs="Calibri"/>
                    </w:rPr>
                    <w:t>)</w:t>
                  </w:r>
                </w:p>
              </w:tc>
            </w:tr>
            <w:tr w:rsidR="00A75D87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</w:t>
                  </w: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1106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-2</w:t>
                  </w:r>
                </w:p>
              </w:tc>
              <w:tc>
                <w:tcPr>
                  <w:tcW w:w="683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</w:tr>
            <w:tr w:rsidR="00A75D87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0</w:t>
                  </w:r>
                </w:p>
              </w:tc>
              <w:tc>
                <w:tcPr>
                  <w:tcW w:w="1106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-3</w:t>
                  </w:r>
                </w:p>
              </w:tc>
            </w:tr>
            <w:tr w:rsidR="00A75D87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1106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</w:t>
                  </w:r>
                </w:p>
              </w:tc>
              <w:tc>
                <w:tcPr>
                  <w:tcW w:w="683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-2</w:t>
                  </w:r>
                </w:p>
              </w:tc>
            </w:tr>
            <w:tr w:rsidR="00A75D87" w:rsidTr="00A75D87">
              <w:trPr>
                <w:trHeight w:val="456"/>
              </w:trPr>
              <w:tc>
                <w:tcPr>
                  <w:tcW w:w="805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106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-3</w:t>
                  </w:r>
                </w:p>
              </w:tc>
              <w:tc>
                <w:tcPr>
                  <w:tcW w:w="683" w:type="dxa"/>
                </w:tcPr>
                <w:p w:rsidR="00A75D87" w:rsidRDefault="00A75D87" w:rsidP="00A75D8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</w:t>
                  </w:r>
                </w:p>
              </w:tc>
            </w:tr>
          </w:tbl>
          <w:p w:rsidR="00A75D87" w:rsidRDefault="00237656" w:rsidP="00A75D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970C15">
              <w:rPr>
                <w:rFonts w:ascii="Calibri" w:hAnsi="Calibri" w:cs="Calibri"/>
              </w:rPr>
              <w:t>2</w:t>
            </w:r>
            <w:r w:rsidR="00E101E8">
              <w:rPr>
                <w:rFonts w:ascii="Calibri" w:hAnsi="Calibri" w:cs="Calibri"/>
              </w:rPr>
              <w:t>3</w:t>
            </w:r>
            <w:r w:rsidR="00E101E8" w:rsidRPr="007C573F">
              <w:rPr>
                <w:rFonts w:ascii="Calibri" w:hAnsi="Calibri" w:cs="Calibri"/>
              </w:rPr>
              <w:t>)</w:t>
            </w:r>
            <w:r w:rsidR="00A75D87">
              <w:rPr>
                <w:rFonts w:ascii="Calibri" w:hAnsi="Calibri" w:cs="Calibri"/>
              </w:rPr>
              <w:t xml:space="preserve"> </w:t>
            </w:r>
            <w:r w:rsidR="00A75D87">
              <w:rPr>
                <w:rFonts w:ascii="Calibri" w:hAnsi="Calibri" w:cs="Calibri"/>
              </w:rPr>
              <w:t xml:space="preserve"> </w:t>
            </w:r>
          </w:p>
          <w:p w:rsidR="00A75D87" w:rsidRDefault="00A75D87" w:rsidP="00A75D87">
            <w:pPr>
              <w:rPr>
                <w:rFonts w:ascii="Calibri" w:hAnsi="Calibri" w:cs="Calibri"/>
              </w:rPr>
            </w:pPr>
            <w:r w:rsidRPr="00A75D87">
              <w:rPr>
                <w:rFonts w:ascii="Calibri" w:hAnsi="Calibri" w:cs="Calibri"/>
                <w:b/>
              </w:rPr>
              <w:t>a.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Find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g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f</w:t>
            </w:r>
            <w:proofErr w:type="gramStart"/>
            <w:r>
              <w:rPr>
                <w:rFonts w:ascii="Calibri" w:hAnsi="Calibri" w:cs="Calibri"/>
              </w:rPr>
              <w:t>)(</w:t>
            </w:r>
            <w:proofErr w:type="gramEnd"/>
            <w:r>
              <w:rPr>
                <w:rFonts w:ascii="Calibri" w:hAnsi="Calibri" w:cs="Calibri"/>
              </w:rPr>
              <w:t>0</w:t>
            </w:r>
            <w:r w:rsidRPr="00A26A58">
              <w:rPr>
                <w:rFonts w:ascii="Calibri" w:hAnsi="Calibri" w:cs="Calibri"/>
              </w:rPr>
              <w:t>).</w:t>
            </w:r>
            <w:r>
              <w:rPr>
                <w:rFonts w:ascii="Calibri" w:hAnsi="Calibri" w:cs="Calibri"/>
              </w:rPr>
              <w:t xml:space="preserve"> </w:t>
            </w:r>
          </w:p>
          <w:p w:rsidR="00A75D87" w:rsidRDefault="00A75D87" w:rsidP="00A75D87">
            <w:pPr>
              <w:rPr>
                <w:rFonts w:ascii="Calibri" w:hAnsi="Calibri" w:cs="Calibri"/>
                <w:b/>
              </w:rPr>
            </w:pPr>
          </w:p>
          <w:p w:rsidR="00A75D87" w:rsidRDefault="00A75D87" w:rsidP="00A75D87">
            <w:pPr>
              <w:rPr>
                <w:rFonts w:ascii="Calibri" w:hAnsi="Calibri" w:cs="Calibri"/>
              </w:rPr>
            </w:pPr>
            <w:r w:rsidRPr="00A75D87">
              <w:rPr>
                <w:rFonts w:ascii="Calibri" w:hAnsi="Calibri" w:cs="Calibri"/>
                <w:b/>
              </w:rPr>
              <w:t>b.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Find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</w:t>
            </w:r>
            <w:proofErr w:type="gramStart"/>
            <w:r>
              <w:rPr>
                <w:rFonts w:ascii="Calibri" w:hAnsi="Calibri" w:cs="Calibri"/>
              </w:rPr>
              <w:t>)(</w:t>
            </w:r>
            <w:proofErr w:type="gramEnd"/>
            <w:r>
              <w:rPr>
                <w:rFonts w:ascii="Calibri" w:hAnsi="Calibri" w:cs="Calibri"/>
              </w:rPr>
              <w:t>-1</w:t>
            </w:r>
            <w:r w:rsidRPr="00A26A58">
              <w:rPr>
                <w:rFonts w:ascii="Calibri" w:hAnsi="Calibri" w:cs="Calibri"/>
              </w:rPr>
              <w:t>).</w:t>
            </w:r>
          </w:p>
          <w:p w:rsidR="00A75D87" w:rsidRDefault="00A75D87" w:rsidP="00A75D87">
            <w:pPr>
              <w:rPr>
                <w:rFonts w:ascii="Calibri" w:hAnsi="Calibri" w:cs="Calibri"/>
              </w:rPr>
            </w:pPr>
          </w:p>
          <w:p w:rsidR="00A75D87" w:rsidRPr="00A75D87" w:rsidRDefault="00A75D87" w:rsidP="00A75D87">
            <w:pPr>
              <w:rPr>
                <w:rFonts w:ascii="Calibri" w:hAnsi="Calibri" w:cs="Calibri"/>
                <w:b/>
              </w:rPr>
            </w:pPr>
            <w:r w:rsidRPr="00A75D87">
              <w:rPr>
                <w:rFonts w:ascii="Calibri" w:hAnsi="Calibri" w:cs="Calibri"/>
                <w:b/>
              </w:rPr>
              <w:t xml:space="preserve">c. </w:t>
            </w:r>
            <w:r>
              <w:rPr>
                <w:rFonts w:ascii="Calibri" w:hAnsi="Calibri" w:cs="Calibri"/>
              </w:rPr>
              <w:t xml:space="preserve">Find </w:t>
            </w:r>
            <w:proofErr w:type="gramStart"/>
            <w:r>
              <w:rPr>
                <w:rFonts w:ascii="Calibri" w:hAnsi="Calibri" w:cs="Calibri"/>
              </w:rPr>
              <w:t>g(</w:t>
            </w:r>
            <w:proofErr w:type="gramEnd"/>
            <w:r>
              <w:rPr>
                <w:rFonts w:ascii="Calibri" w:hAnsi="Calibri" w:cs="Calibri"/>
              </w:rPr>
              <w:t>g(2)).</w:t>
            </w:r>
          </w:p>
          <w:p w:rsidR="00E101E8" w:rsidRPr="007C573F" w:rsidRDefault="00E101E8" w:rsidP="00237656">
            <w:pPr>
              <w:rPr>
                <w:rFonts w:ascii="Calibri" w:hAnsi="Calibri" w:cs="Calibri"/>
              </w:rPr>
            </w:pPr>
          </w:p>
        </w:tc>
        <w:tc>
          <w:tcPr>
            <w:tcW w:w="5516" w:type="dxa"/>
            <w:shd w:val="clear" w:color="auto" w:fill="auto"/>
          </w:tcPr>
          <w:p w:rsidR="00E101E8" w:rsidRDefault="00970C15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101E8">
              <w:rPr>
                <w:rFonts w:ascii="Calibri" w:hAnsi="Calibri" w:cs="Calibri"/>
              </w:rPr>
              <w:t xml:space="preserve">4) Let f(x) = </w:t>
            </w:r>
            <w:r w:rsidR="00E101E8" w:rsidRPr="00F15662">
              <w:rPr>
                <w:rFonts w:ascii="Calibri" w:hAnsi="Calibri" w:cs="Calibri"/>
                <w:position w:val="-6"/>
              </w:rPr>
              <w:object w:dxaOrig="880" w:dyaOrig="320">
                <v:shape id="_x0000_i1039" type="#_x0000_t75" style="width:44.35pt;height:15.9pt" o:ole="">
                  <v:imagedata r:id="rId48" o:title=""/>
                </v:shape>
                <o:OLEObject Type="Embed" ProgID="Equation.3" ShapeID="_x0000_i1039" DrawAspect="Content" ObjectID="_1420289738" r:id="rId49"/>
              </w:object>
            </w:r>
            <w:r w:rsidR="00E101E8">
              <w:rPr>
                <w:rFonts w:ascii="Calibri" w:hAnsi="Calibri" w:cs="Calibri"/>
              </w:rPr>
              <w:t xml:space="preserve"> and g(x) = x - 3.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a. Find g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f(x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Default="00E101E8" w:rsidP="00690B24">
            <w:pPr>
              <w:rPr>
                <w:position w:val="-6"/>
              </w:rPr>
            </w:pPr>
          </w:p>
          <w:p w:rsidR="00E101E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Find 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g(x</w:t>
            </w:r>
            <w:r w:rsidRPr="00A26A58">
              <w:rPr>
                <w:rFonts w:ascii="Calibri" w:hAnsi="Calibri" w:cs="Calibri"/>
              </w:rPr>
              <w:t>).</w:t>
            </w:r>
          </w:p>
          <w:p w:rsidR="00E101E8" w:rsidRDefault="00E101E8" w:rsidP="00690B24">
            <w:pPr>
              <w:rPr>
                <w:rFonts w:ascii="Calibri" w:hAnsi="Calibri" w:cs="Calibri"/>
              </w:rPr>
            </w:pPr>
          </w:p>
        </w:tc>
      </w:tr>
      <w:tr w:rsidR="00E101E8" w:rsidRPr="00484C8F" w:rsidTr="00970C15">
        <w:trPr>
          <w:trHeight w:val="282"/>
        </w:trPr>
        <w:tc>
          <w:tcPr>
            <w:tcW w:w="11032" w:type="dxa"/>
            <w:gridSpan w:val="3"/>
            <w:shd w:val="clear" w:color="auto" w:fill="auto"/>
          </w:tcPr>
          <w:p w:rsidR="00E101E8" w:rsidRPr="00484C8F" w:rsidRDefault="00E101E8" w:rsidP="00690B24">
            <w:pPr>
              <w:jc w:val="center"/>
              <w:rPr>
                <w:rFonts w:ascii="Calibri" w:hAnsi="Calibri" w:cs="Calibri"/>
                <w:b/>
              </w:rPr>
            </w:pPr>
            <w:r w:rsidRPr="00484C8F">
              <w:rPr>
                <w:rFonts w:ascii="Calibri" w:hAnsi="Calibri" w:cs="Calibri"/>
                <w:b/>
              </w:rPr>
              <w:t>CHALLENGE PROBLEMS &amp; ACT Style</w:t>
            </w:r>
          </w:p>
        </w:tc>
      </w:tr>
      <w:tr w:rsidR="00E101E8" w:rsidRPr="00A26A58" w:rsidTr="00970C15">
        <w:trPr>
          <w:trHeight w:val="2255"/>
        </w:trPr>
        <w:tc>
          <w:tcPr>
            <w:tcW w:w="5516" w:type="dxa"/>
            <w:gridSpan w:val="2"/>
            <w:shd w:val="clear" w:color="auto" w:fill="auto"/>
          </w:tcPr>
          <w:p w:rsidR="00970C15" w:rsidRDefault="00970C15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101E8">
              <w:rPr>
                <w:rFonts w:ascii="Calibri" w:hAnsi="Calibri" w:cs="Calibri"/>
              </w:rPr>
              <w:t>5</w:t>
            </w:r>
            <w:r w:rsidR="00E101E8" w:rsidRPr="00A26A58">
              <w:rPr>
                <w:rFonts w:ascii="Calibri" w:hAnsi="Calibri" w:cs="Calibri"/>
              </w:rPr>
              <w:t xml:space="preserve">) </w:t>
            </w: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C69B77E" wp14:editId="7EB162F7">
                  <wp:extent cx="2573020" cy="5207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1E8" w:rsidRPr="00A26A58" w:rsidRDefault="00E101E8" w:rsidP="00D15A1E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27</w:t>
            </w:r>
          </w:p>
          <w:p w:rsidR="00E101E8" w:rsidRPr="00A26A58" w:rsidRDefault="00E101E8" w:rsidP="00D15A1E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30</w:t>
            </w:r>
          </w:p>
          <w:p w:rsidR="00E101E8" w:rsidRPr="00A26A58" w:rsidRDefault="00E101E8" w:rsidP="00D15A1E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58</w:t>
            </w:r>
          </w:p>
          <w:p w:rsidR="00E101E8" w:rsidRPr="000D0BF8" w:rsidRDefault="00E101E8" w:rsidP="00D15A1E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D0BF8">
              <w:rPr>
                <w:rFonts w:ascii="Calibri" w:hAnsi="Calibri" w:cs="Calibri"/>
              </w:rPr>
              <w:t>72</w:t>
            </w:r>
          </w:p>
        </w:tc>
        <w:tc>
          <w:tcPr>
            <w:tcW w:w="5516" w:type="dxa"/>
            <w:shd w:val="clear" w:color="auto" w:fill="auto"/>
          </w:tcPr>
          <w:p w:rsidR="00E101E8" w:rsidRPr="00A26A58" w:rsidRDefault="00970C15" w:rsidP="00690B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101E8">
              <w:rPr>
                <w:rFonts w:ascii="Calibri" w:hAnsi="Calibri" w:cs="Calibri"/>
              </w:rPr>
              <w:t>6</w:t>
            </w:r>
            <w:r w:rsidR="00E101E8" w:rsidRPr="00A26A58">
              <w:rPr>
                <w:rFonts w:ascii="Calibri" w:hAnsi="Calibri" w:cs="Calibri"/>
              </w:rPr>
              <w:t xml:space="preserve">) If f(x) = 2x² + x and g(x) = </w:t>
            </w:r>
            <w:proofErr w:type="gramStart"/>
            <w:r w:rsidR="00E101E8" w:rsidRPr="00A26A58">
              <w:rPr>
                <w:rFonts w:ascii="Calibri" w:hAnsi="Calibri" w:cs="Calibri"/>
              </w:rPr>
              <w:t>f(</w:t>
            </w:r>
            <w:proofErr w:type="gramEnd"/>
            <w:r w:rsidR="00E101E8" w:rsidRPr="00A26A58">
              <w:rPr>
                <w:rFonts w:ascii="Calibri" w:hAnsi="Calibri" w:cs="Calibri"/>
              </w:rPr>
              <w:t>f(x)), what is the value of g(1)?</w:t>
            </w:r>
          </w:p>
          <w:p w:rsidR="00E101E8" w:rsidRPr="00A26A58" w:rsidRDefault="00E101E8" w:rsidP="00690B24">
            <w:pPr>
              <w:rPr>
                <w:rFonts w:ascii="Calibri" w:hAnsi="Calibri" w:cs="Calibri"/>
              </w:rPr>
            </w:pPr>
          </w:p>
          <w:p w:rsidR="00E101E8" w:rsidRPr="00A26A58" w:rsidRDefault="00E101E8" w:rsidP="00D15A1E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3</w:t>
            </w:r>
          </w:p>
          <w:p w:rsidR="00E101E8" w:rsidRPr="00A26A58" w:rsidRDefault="00E101E8" w:rsidP="00D15A1E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18</w:t>
            </w:r>
          </w:p>
          <w:p w:rsidR="00E101E8" w:rsidRPr="00A26A58" w:rsidRDefault="00E101E8" w:rsidP="00D15A1E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21</w:t>
            </w:r>
          </w:p>
          <w:p w:rsidR="00E101E8" w:rsidRPr="00A26A58" w:rsidRDefault="00E101E8" w:rsidP="00D15A1E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A26A58">
              <w:rPr>
                <w:rFonts w:ascii="Calibri" w:hAnsi="Calibri" w:cs="Calibri"/>
              </w:rPr>
              <w:t>39</w:t>
            </w:r>
          </w:p>
        </w:tc>
      </w:tr>
      <w:tr w:rsidR="00E101E8" w:rsidRPr="00484C8F" w:rsidTr="00970C15">
        <w:trPr>
          <w:trHeight w:val="580"/>
        </w:trPr>
        <w:tc>
          <w:tcPr>
            <w:tcW w:w="11032" w:type="dxa"/>
            <w:gridSpan w:val="3"/>
            <w:shd w:val="clear" w:color="auto" w:fill="auto"/>
          </w:tcPr>
          <w:p w:rsidR="00E101E8" w:rsidRDefault="00E101E8" w:rsidP="00690B2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Yay! More Brain Teasers</w:t>
            </w:r>
          </w:p>
          <w:p w:rsidR="00E101E8" w:rsidRPr="00484C8F" w:rsidRDefault="00E101E8" w:rsidP="00690B2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“Through great struggle comes great reward!”</w:t>
            </w:r>
          </w:p>
        </w:tc>
      </w:tr>
      <w:tr w:rsidR="00E101E8" w:rsidRPr="00A26A58" w:rsidTr="00970C15">
        <w:trPr>
          <w:trHeight w:val="4490"/>
        </w:trPr>
        <w:tc>
          <w:tcPr>
            <w:tcW w:w="5516" w:type="dxa"/>
            <w:gridSpan w:val="2"/>
            <w:shd w:val="clear" w:color="auto" w:fill="auto"/>
          </w:tcPr>
          <w:p w:rsidR="00970C15" w:rsidRDefault="00970C15" w:rsidP="00970C15">
            <w:pPr>
              <w:ind w:left="435"/>
              <w:rPr>
                <w:rFonts w:ascii="Calibri" w:hAnsi="Calibri" w:cs="Calibri"/>
              </w:rPr>
            </w:pPr>
          </w:p>
          <w:p w:rsidR="00970C15" w:rsidRDefault="00970C15" w:rsidP="00970C15">
            <w:pPr>
              <w:ind w:left="4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Connect the nine dots using 4 straight lines and without lifting the pencil. </w:t>
            </w:r>
          </w:p>
          <w:p w:rsidR="00970C15" w:rsidRPr="000D0BF8" w:rsidRDefault="00970C15" w:rsidP="00970C15">
            <w:pPr>
              <w:ind w:left="4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002D372C" wp14:editId="61AA4DE0">
                      <wp:simplePos x="0" y="0"/>
                      <wp:positionH relativeFrom="column">
                        <wp:posOffset>669852</wp:posOffset>
                      </wp:positionH>
                      <wp:positionV relativeFrom="paragraph">
                        <wp:posOffset>488684</wp:posOffset>
                      </wp:positionV>
                      <wp:extent cx="1544760" cy="1286540"/>
                      <wp:effectExtent l="0" t="0" r="17780" b="27940"/>
                      <wp:wrapNone/>
                      <wp:docPr id="73" name="Group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4760" cy="1286540"/>
                                <a:chOff x="0" y="0"/>
                                <a:chExt cx="1254066" cy="1072825"/>
                              </a:xfrm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0" y="10633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61" name="Oval 61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Oval 62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Oval 63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542261" y="21265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66" name="Oval 66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Oval 67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Oval 68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1084521" y="0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70" name="Oval 70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Oval 71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Oval 72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3" o:spid="_x0000_s1026" style="position:absolute;margin-left:52.75pt;margin-top:38.5pt;width:121.65pt;height:101.3pt;z-index:251689472;mso-width-relative:margin;mso-height-relative:margin" coordsize="12540,10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">
                      <v:group id="Group 64" o:spid="_x0000_s1027" style="position:absolute;top:106;width:1695;height:10515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oval id="Oval 61" o:spid="_x0000_s1028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OOxMMA&#10;AADbAAAADwAAAGRycy9kb3ducmV2LnhtbESPwWrDMBBE74X8g9hAbrWcHNziRgltIGCaU+32vrY2&#10;lhtrZSzVcf4+KhR6HGbmDbPdz7YXE42+c6xgnaQgiBunO24VfFbHx2cQPiBr7B2Tght52O8WD1vM&#10;tbvyB01laEWEsM9RgQlhyKX0jSGLPnEDcfTObrQYohxbqUe8Rrjt5SZNM2mx47hgcKCDoeZS/lgF&#10;7niq9ZOpLsXXd8FdXb5N72ej1Go5v76ACDSH//Bfu9AKsjX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OOxMMAAADbAAAADwAAAAAAAAAAAAAAAACYAgAAZHJzL2Rv&#10;d25yZXYueG1sUEsFBgAAAAAEAAQA9QAAAIgDAAAAAA==&#10;" fillcolor="black [3200]" strokecolor="black [1600]" strokeweight="2pt"/>
                        <v:oval id="Oval 62" o:spid="_x0000_s1029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EQs8EA&#10;AADbAAAADwAAAGRycy9kb3ducmV2LnhtbESPQYvCMBSE78L+h/AW9qbpelCpRtEFobgnq96fzbOp&#10;Ni+libX77zeC4HGYmW+Yxaq3teio9ZVjBd+jBARx4XTFpYLjYTucgfABWWPtmBT8kYfV8mOwwFS7&#10;B++py0MpIoR9igpMCE0qpS8MWfQj1xBH7+JaiyHKtpS6xUeE21qOk2QiLVYcFww29GOouOV3q8Bt&#10;f896ag637HTNuDrnm253MUp9ffbrOYhAfXiHX+1MK5iM4fk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BELPBAAAA2wAAAA8AAAAAAAAAAAAAAAAAmAIAAGRycy9kb3du&#10;cmV2LnhtbFBLBQYAAAAABAAEAPUAAACGAwAAAAA=&#10;" fillcolor="black [3200]" strokecolor="black [1600]" strokeweight="2pt"/>
                        <v:oval id="Oval 63" o:spid="_x0000_s1030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1KMMA&#10;AADbAAAADwAAAGRycy9kb3ducmV2LnhtbESPQWvCQBSE74L/YXmCN91YQUuaVWpBCPbU2N6f2Zds&#10;avZtyK4x/ffdQsHjMDPfMNl+tK0YqPeNYwWrZQKCuHS64VrB5/m4eAbhA7LG1jEp+CEP+910kmGq&#10;3Z0/aChCLSKEfYoKTAhdKqUvDVn0S9cRR69yvcUQZV9L3eM9wm0rn5JkIy02HBcMdvRmqLwWN6vA&#10;Hd8vemvO1/zrO+fmUhyGU2WUms/G1xcQgcbwCP+3c61gs4a/L/E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21KMMAAADbAAAADwAAAAAAAAAAAAAAAACYAgAAZHJzL2Rv&#10;d25yZXYueG1sUEsFBgAAAAAEAAQA9QAAAIgDAAAAAA==&#10;" fillcolor="black [3200]" strokecolor="black [1600]" strokeweight="2pt"/>
                      </v:group>
                      <v:group id="Group 65" o:spid="_x0000_s1031" style="position:absolute;left:5422;top:212;width:1696;height:10516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oval id="Oval 66" o:spid="_x0000_s1032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WsMIA&#10;AADbAAAADwAAAGRycy9kb3ducmV2LnhtbESPQWvCQBSE7wX/w/KE3uqmPUSJrmILQrAno96f2Wc2&#10;mn0bsmtM/31XEDwOM/MNs1gNthE9db52rOBzkoAgLp2uuVJw2G8+ZiB8QNbYOCYFf+RhtRy9LTDT&#10;7s476otQiQhhn6ECE0KbSelLQxb9xLXE0Tu7zmKIsquk7vAe4baRX0mSSos1xwWDLf0YKq/FzSpw&#10;m9+Tnpr9NT9ecq5PxXe/PRul3sfDeg4i0BBe4Wc71wrSFB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uhawwgAAANsAAAAPAAAAAAAAAAAAAAAAAJgCAABkcnMvZG93&#10;bnJldi54bWxQSwUGAAAAAAQABAD1AAAAhwMAAAAA&#10;" fillcolor="black [3200]" strokecolor="black [1600]" strokeweight="2pt"/>
                        <v:oval id="Oval 67" o:spid="_x0000_s1033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azK8EA&#10;AADbAAAADwAAAGRycy9kb3ducmV2LnhtbESPQYvCMBSE78L+h/AW9qbpelCpRtEFoeyerHp/Ns+m&#10;2ryUJtbuvzeC4HGYmW+Yxaq3teio9ZVjBd+jBARx4XTFpYLDfjucgfABWWPtmBT8k4fV8mOwwFS7&#10;O++oy0MpIoR9igpMCE0qpS8MWfQj1xBH7+xaiyHKtpS6xXuE21qOk2QiLVYcFww29GOouOY3q8Bt&#10;/056avbX7HjJuDrlm+73bJT6+uzXcxCB+vAOv9qZVjCZwvN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2syvBAAAA2wAAAA8AAAAAAAAAAAAAAAAAmAIAAGRycy9kb3du&#10;cmV2LnhtbFBLBQYAAAAABAAEAPUAAACGAwAAAAA=&#10;" fillcolor="black [3200]" strokecolor="black [1600]" strokeweight="2pt"/>
                        <v:oval id="Oval 68" o:spid="_x0000_s1034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nWb8A&#10;AADbAAAADwAAAGRycy9kb3ducmV2LnhtbERPTYvCMBC9C/sfwizsTdP1oNI1ii4IZT1Z9T5txqZr&#10;MylNrPXfm4Pg8fG+l+vBNqKnzteOFXxPEhDEpdM1VwpOx914AcIHZI2NY1LwIA/r1cdoial2dz5Q&#10;n4dKxBD2KSowIbSplL40ZNFPXEscuYvrLIYIu0rqDu8x3DZymiQzabHm2GCwpV9D5TW/WQVuty/0&#10;3Byv2fk/47rIt/3fxSj19TlsfkAEGsJb/HJnWsEsjo1f4g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aSdZvwAAANsAAAAPAAAAAAAAAAAAAAAAAJgCAABkcnMvZG93bnJl&#10;di54bWxQSwUGAAAAAAQABAD1AAAAhAMAAAAA&#10;" fillcolor="black [3200]" strokecolor="black [1600]" strokeweight="2pt"/>
                      </v:group>
                      <v:group id="Group 69" o:spid="_x0000_s1035" style="position:absolute;left:10845;width:1695;height:10515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oval id="Oval 70" o:spid="_x0000_s1036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a9gsAA&#10;AADbAAAADwAAAGRycy9kb3ducmV2LnhtbERPPW/CMBDdK/EfrEPq1jh0IFWIQYCEFNGpSbsf8REH&#10;4nMUuyH99/VQqePT+y52s+3FRKPvHCtYJSkI4sbpjlsFn/Xp5Q2ED8gae8ek4Ic87LaLpwJz7R78&#10;QVMVWhFD2OeowIQw5FL6xpBFn7iBOHJXN1oMEY6t1CM+Yrjt5WuarqXFjmODwYGOhpp79W0VuNP7&#10;RWemvpdft5K7S3WYzlej1PNy3m9ABJrDv/jPXWoFWVwfv8Qf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a9gsAAAADbAAAADwAAAAAAAAAAAAAAAACYAgAAZHJzL2Rvd25y&#10;ZXYueG1sUEsFBgAAAAAEAAQA9QAAAIUDAAAAAA==&#10;" fillcolor="black [3200]" strokecolor="black [1600]" strokeweight="2pt"/>
                        <v:oval id="Oval 71" o:spid="_x0000_s1037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YGcMA&#10;AADbAAAADwAAAGRycy9kb3ducmV2LnhtbESPwWrDMBBE74H+g9hCb7HsHprgRgltIWDaU5zkvrY2&#10;lmtrZSzVcf8+KhRyHGbmDbPZzbYXE42+dawgS1IQxLXTLTcKTsf9cg3CB2SNvWNS8EsedtuHxQZz&#10;7a58oKkMjYgQ9jkqMCEMuZS+NmTRJ24gjt7FjRZDlGMj9YjXCLe9fE7TF2mx5bhgcKAPQ3VX/lgF&#10;bv9V6ZU5dsX5u+C2Kt+nz4tR6ulxfnsFEWgO9/B/u9AKVhn8fY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oYGcMAAADbAAAADwAAAAAAAAAAAAAAAACYAgAAZHJzL2Rv&#10;d25yZXYueG1sUEsFBgAAAAAEAAQA9QAAAIgDAAAAAA==&#10;" fillcolor="black [3200]" strokecolor="black [1600]" strokeweight="2pt"/>
                        <v:oval id="Oval 72" o:spid="_x0000_s1038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GbsEA&#10;AADbAAAADwAAAGRycy9kb3ducmV2LnhtbESPQYvCMBSE78L+h/AW9qbpelilGkUXhOKerHp/Ns+m&#10;2ryUJtbuvzeC4HGYmW+Y+bK3teio9ZVjBd+jBARx4XTFpYLDfjOcgvABWWPtmBT8k4fl4mMwx1S7&#10;O++oy0MpIoR9igpMCE0qpS8MWfQj1xBH7+xaiyHKtpS6xXuE21qOk+RHWqw4Lhhs6NdQcc1vVoHb&#10;/J30xOyv2fGScXXK1932bJT6+uxXMxCB+vAOv9qZVjAZw/NL/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Yhm7BAAAA2wAAAA8AAAAAAAAAAAAAAAAAmAIAAGRycy9kb3du&#10;cmV2LnhtbFBLBQYAAAAABAAEAPUAAACGAwAAAAA=&#10;" fillcolor="black [3200]" strokecolor="black [1600]" strokeweight="2pt"/>
                      </v:group>
                    </v:group>
                  </w:pict>
                </mc:Fallback>
              </mc:AlternateContent>
            </w:r>
          </w:p>
        </w:tc>
        <w:tc>
          <w:tcPr>
            <w:tcW w:w="5516" w:type="dxa"/>
            <w:shd w:val="clear" w:color="auto" w:fill="auto"/>
          </w:tcPr>
          <w:p w:rsidR="00E101E8" w:rsidRDefault="00E101E8" w:rsidP="00970C15">
            <w:pPr>
              <w:ind w:left="435"/>
              <w:rPr>
                <w:rFonts w:ascii="Calibri" w:hAnsi="Calibri" w:cs="Calibri"/>
              </w:rPr>
            </w:pPr>
          </w:p>
          <w:p w:rsidR="00970C15" w:rsidRDefault="006C2AF3" w:rsidP="00970C15">
            <w:pPr>
              <w:ind w:left="4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You have six eggs in a basket. How do you distribute them so that one egg remains in the basket?</w:t>
            </w:r>
          </w:p>
          <w:p w:rsidR="006C2AF3" w:rsidRDefault="006C2AF3" w:rsidP="00970C15">
            <w:pPr>
              <w:ind w:left="4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856201</wp:posOffset>
                      </wp:positionH>
                      <wp:positionV relativeFrom="paragraph">
                        <wp:posOffset>121285</wp:posOffset>
                      </wp:positionV>
                      <wp:extent cx="1669312" cy="1892595"/>
                      <wp:effectExtent l="0" t="0" r="7620" b="0"/>
                      <wp:wrapNone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9312" cy="18925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C2AF3" w:rsidRDefault="006C2AF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414130" cy="1743851"/>
                                        <wp:effectExtent l="0" t="0" r="0" b="8890"/>
                                        <wp:docPr id="75" name="Picture 75" descr="http://2.bp.blogspot.com/-qY9r5kizcK0/T3pV_vw-9jI/AAAAAAAAF98/0yl9S9DW8fI/s1600/basket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2.bp.blogspot.com/-qY9r5kizcK0/T3pV_vw-9jI/AAAAAAAAF98/0yl9S9DW8fI/s1600/basket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1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52">
                                                          <a14:imgEffect>
                                                            <a14:saturation sat="33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5349" cy="17453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4" o:spid="_x0000_s1040" type="#_x0000_t202" style="position:absolute;left:0;text-align:left;margin-left:67.4pt;margin-top:9.55pt;width:131.45pt;height:149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" fillcolor="white [3201]" stroked="f" strokeweight=".5pt">
                      <v:textbox>
                        <w:txbxContent>
                          <w:p w:rsidR="006C2AF3" w:rsidRDefault="006C2AF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14130" cy="1743851"/>
                                  <wp:effectExtent l="0" t="0" r="0" b="8890"/>
                                  <wp:docPr id="75" name="Picture 75" descr="http://2.bp.blogspot.com/-qY9r5kizcK0/T3pV_vw-9jI/AAAAAAAAF98/0yl9S9DW8fI/s1600/baske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2.bp.blogspot.com/-qY9r5kizcK0/T3pV_vw-9jI/AAAAAAAAF98/0yl9S9DW8fI/s1600/baske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57">
                                                    <a14:imgEffect>
                                                      <a14:saturation sat="3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5349" cy="17453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2AF3" w:rsidRPr="00A26A58" w:rsidRDefault="006C2AF3" w:rsidP="00970C15">
            <w:pPr>
              <w:ind w:left="435"/>
              <w:rPr>
                <w:rFonts w:ascii="Calibri" w:hAnsi="Calibri" w:cs="Calibri"/>
              </w:rPr>
            </w:pPr>
          </w:p>
        </w:tc>
      </w:tr>
    </w:tbl>
    <w:p w:rsidR="000F498A" w:rsidRPr="000F498A" w:rsidRDefault="000F498A" w:rsidP="00970C15">
      <w:pPr>
        <w:rPr>
          <w:rFonts w:ascii="Cambria" w:hAnsi="Cambria"/>
          <w:i/>
        </w:rPr>
      </w:pPr>
    </w:p>
    <w:sectPr w:rsidR="000F498A" w:rsidRPr="000F498A" w:rsidSect="00953396">
      <w:footerReference w:type="default" r:id="rId58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71" w:rsidRDefault="00FF4871">
      <w:r>
        <w:separator/>
      </w:r>
    </w:p>
  </w:endnote>
  <w:endnote w:type="continuationSeparator" w:id="0">
    <w:p w:rsidR="00FF4871" w:rsidRDefault="00FF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58C" w:rsidRPr="008B41BB" w:rsidRDefault="0018058C" w:rsidP="00953396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71" w:rsidRDefault="00FF4871">
      <w:r>
        <w:separator/>
      </w:r>
    </w:p>
  </w:footnote>
  <w:footnote w:type="continuationSeparator" w:id="0">
    <w:p w:rsidR="00FF4871" w:rsidRDefault="00FF4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7B0A"/>
    <w:multiLevelType w:val="hybridMultilevel"/>
    <w:tmpl w:val="695A3C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ED4DBF"/>
    <w:multiLevelType w:val="hybridMultilevel"/>
    <w:tmpl w:val="4EDA7C2A"/>
    <w:lvl w:ilvl="0" w:tplc="FA7AE0FC">
      <w:start w:val="1"/>
      <w:numFmt w:val="upperLetter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535ABB"/>
    <w:multiLevelType w:val="hybridMultilevel"/>
    <w:tmpl w:val="E1C612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46D60"/>
    <w:multiLevelType w:val="hybridMultilevel"/>
    <w:tmpl w:val="9D7AF268"/>
    <w:lvl w:ilvl="0" w:tplc="1E9C8E32">
      <w:start w:val="1"/>
      <w:numFmt w:val="upperLetter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94"/>
    <w:rsid w:val="0001503D"/>
    <w:rsid w:val="000325B2"/>
    <w:rsid w:val="00095D03"/>
    <w:rsid w:val="000A352C"/>
    <w:rsid w:val="000A71AA"/>
    <w:rsid w:val="000D3FA3"/>
    <w:rsid w:val="000F498A"/>
    <w:rsid w:val="00100F6C"/>
    <w:rsid w:val="0010470D"/>
    <w:rsid w:val="0013431A"/>
    <w:rsid w:val="00145598"/>
    <w:rsid w:val="001631F6"/>
    <w:rsid w:val="00170C26"/>
    <w:rsid w:val="00172BDB"/>
    <w:rsid w:val="0018058C"/>
    <w:rsid w:val="001858F8"/>
    <w:rsid w:val="001B2BCC"/>
    <w:rsid w:val="001C1AC3"/>
    <w:rsid w:val="001D41EB"/>
    <w:rsid w:val="001F0102"/>
    <w:rsid w:val="0021646E"/>
    <w:rsid w:val="00221E1E"/>
    <w:rsid w:val="00237656"/>
    <w:rsid w:val="00241858"/>
    <w:rsid w:val="00254B5D"/>
    <w:rsid w:val="002662FE"/>
    <w:rsid w:val="0027493B"/>
    <w:rsid w:val="002B0B45"/>
    <w:rsid w:val="002F3F5C"/>
    <w:rsid w:val="0032220A"/>
    <w:rsid w:val="00332C81"/>
    <w:rsid w:val="00362CE0"/>
    <w:rsid w:val="003B4B0E"/>
    <w:rsid w:val="003C3459"/>
    <w:rsid w:val="003C3B42"/>
    <w:rsid w:val="003C4AC0"/>
    <w:rsid w:val="003D4856"/>
    <w:rsid w:val="003F028A"/>
    <w:rsid w:val="003F5B34"/>
    <w:rsid w:val="00427EF8"/>
    <w:rsid w:val="004543C6"/>
    <w:rsid w:val="004605CF"/>
    <w:rsid w:val="00480349"/>
    <w:rsid w:val="004A45DE"/>
    <w:rsid w:val="004A45FF"/>
    <w:rsid w:val="004B3136"/>
    <w:rsid w:val="004B4373"/>
    <w:rsid w:val="004C0C69"/>
    <w:rsid w:val="004C6C15"/>
    <w:rsid w:val="004D0909"/>
    <w:rsid w:val="004F4694"/>
    <w:rsid w:val="00523DA3"/>
    <w:rsid w:val="005254E0"/>
    <w:rsid w:val="00525671"/>
    <w:rsid w:val="00550A16"/>
    <w:rsid w:val="00571DB6"/>
    <w:rsid w:val="00597A8F"/>
    <w:rsid w:val="005D7A7C"/>
    <w:rsid w:val="005F4147"/>
    <w:rsid w:val="006047AE"/>
    <w:rsid w:val="00607EE9"/>
    <w:rsid w:val="0061383A"/>
    <w:rsid w:val="00627B4F"/>
    <w:rsid w:val="006801AA"/>
    <w:rsid w:val="00683722"/>
    <w:rsid w:val="00685B40"/>
    <w:rsid w:val="006C2AF3"/>
    <w:rsid w:val="006C5B5A"/>
    <w:rsid w:val="0071111A"/>
    <w:rsid w:val="00736E67"/>
    <w:rsid w:val="007446ED"/>
    <w:rsid w:val="0077133D"/>
    <w:rsid w:val="007B36F2"/>
    <w:rsid w:val="008102A7"/>
    <w:rsid w:val="0086494F"/>
    <w:rsid w:val="008770C3"/>
    <w:rsid w:val="008E7199"/>
    <w:rsid w:val="008F63EF"/>
    <w:rsid w:val="00922E4E"/>
    <w:rsid w:val="00926BBC"/>
    <w:rsid w:val="00935615"/>
    <w:rsid w:val="00937E97"/>
    <w:rsid w:val="00953396"/>
    <w:rsid w:val="00970C15"/>
    <w:rsid w:val="00983BEC"/>
    <w:rsid w:val="009850F1"/>
    <w:rsid w:val="00991536"/>
    <w:rsid w:val="009C4DB5"/>
    <w:rsid w:val="009D761A"/>
    <w:rsid w:val="00A03187"/>
    <w:rsid w:val="00A36877"/>
    <w:rsid w:val="00A51834"/>
    <w:rsid w:val="00A73070"/>
    <w:rsid w:val="00A75D87"/>
    <w:rsid w:val="00A96974"/>
    <w:rsid w:val="00AE2252"/>
    <w:rsid w:val="00B959AF"/>
    <w:rsid w:val="00BC0320"/>
    <w:rsid w:val="00BE2778"/>
    <w:rsid w:val="00BF617D"/>
    <w:rsid w:val="00C0069F"/>
    <w:rsid w:val="00C036A6"/>
    <w:rsid w:val="00C371EF"/>
    <w:rsid w:val="00C53BE0"/>
    <w:rsid w:val="00C81317"/>
    <w:rsid w:val="00C97C71"/>
    <w:rsid w:val="00CB12F3"/>
    <w:rsid w:val="00CC6500"/>
    <w:rsid w:val="00CD7A3A"/>
    <w:rsid w:val="00D15A1E"/>
    <w:rsid w:val="00D344CD"/>
    <w:rsid w:val="00D34649"/>
    <w:rsid w:val="00D91A7B"/>
    <w:rsid w:val="00E000DC"/>
    <w:rsid w:val="00E101E8"/>
    <w:rsid w:val="00E21C2A"/>
    <w:rsid w:val="00E330A4"/>
    <w:rsid w:val="00E42EE5"/>
    <w:rsid w:val="00E65196"/>
    <w:rsid w:val="00E92AA5"/>
    <w:rsid w:val="00EB7D96"/>
    <w:rsid w:val="00EE084B"/>
    <w:rsid w:val="00EE296A"/>
    <w:rsid w:val="00EF51CC"/>
    <w:rsid w:val="00F11D40"/>
    <w:rsid w:val="00F16839"/>
    <w:rsid w:val="00F433D2"/>
    <w:rsid w:val="00F60C87"/>
    <w:rsid w:val="00F701E7"/>
    <w:rsid w:val="00F9393A"/>
    <w:rsid w:val="00FB4884"/>
    <w:rsid w:val="00FC1B13"/>
    <w:rsid w:val="00FC7EBA"/>
    <w:rsid w:val="00FE0C8B"/>
    <w:rsid w:val="00FF1B82"/>
    <w:rsid w:val="00FF1E7C"/>
    <w:rsid w:val="00FF4871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No Spacing" w:qFormat="1"/>
    <w:lsdException w:name="Medium Grid 1" w:uiPriority="99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MediumGrid1-Accent22">
    <w:name w:val="Medium Grid 1 - Accent 22"/>
    <w:basedOn w:val="Normal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style-span">
    <w:name w:val="apple-style-span"/>
    <w:rsid w:val="00A45DEA"/>
  </w:style>
  <w:style w:type="paragraph" w:customStyle="1" w:styleId="ColorfulList-Accent11">
    <w:name w:val="Colorful List - Accent 11"/>
    <w:basedOn w:val="Normal"/>
    <w:uiPriority w:val="34"/>
    <w:qFormat/>
    <w:rsid w:val="002D0007"/>
    <w:pPr>
      <w:ind w:left="720"/>
      <w:contextualSpacing/>
    </w:pPr>
    <w:rPr>
      <w:rFonts w:ascii="Calibri" w:eastAsia="Cambria" w:hAnsi="Calibri"/>
    </w:rPr>
  </w:style>
  <w:style w:type="character" w:customStyle="1" w:styleId="MediumGrid11">
    <w:name w:val="Medium Grid 11"/>
    <w:uiPriority w:val="99"/>
    <w:rsid w:val="002D0007"/>
    <w:rPr>
      <w:color w:val="808080"/>
    </w:rPr>
  </w:style>
  <w:style w:type="paragraph" w:styleId="ListParagraph">
    <w:name w:val="List Paragraph"/>
    <w:basedOn w:val="Normal"/>
    <w:qFormat/>
    <w:rsid w:val="005F4147"/>
    <w:pPr>
      <w:ind w:left="720"/>
      <w:contextualSpacing/>
    </w:pPr>
  </w:style>
  <w:style w:type="character" w:customStyle="1" w:styleId="apple-converted-space">
    <w:name w:val="apple-converted-space"/>
    <w:rsid w:val="00241858"/>
  </w:style>
  <w:style w:type="character" w:styleId="PlaceholderText">
    <w:name w:val="Placeholder Text"/>
    <w:basedOn w:val="DefaultParagraphFont"/>
    <w:rsid w:val="001343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No Spacing" w:qFormat="1"/>
    <w:lsdException w:name="Medium Grid 1" w:uiPriority="99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MediumGrid1-Accent22">
    <w:name w:val="Medium Grid 1 - Accent 22"/>
    <w:basedOn w:val="Normal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style-span">
    <w:name w:val="apple-style-span"/>
    <w:rsid w:val="00A45DEA"/>
  </w:style>
  <w:style w:type="paragraph" w:customStyle="1" w:styleId="ColorfulList-Accent11">
    <w:name w:val="Colorful List - Accent 11"/>
    <w:basedOn w:val="Normal"/>
    <w:uiPriority w:val="34"/>
    <w:qFormat/>
    <w:rsid w:val="002D0007"/>
    <w:pPr>
      <w:ind w:left="720"/>
      <w:contextualSpacing/>
    </w:pPr>
    <w:rPr>
      <w:rFonts w:ascii="Calibri" w:eastAsia="Cambria" w:hAnsi="Calibri"/>
    </w:rPr>
  </w:style>
  <w:style w:type="character" w:customStyle="1" w:styleId="MediumGrid11">
    <w:name w:val="Medium Grid 11"/>
    <w:uiPriority w:val="99"/>
    <w:rsid w:val="002D0007"/>
    <w:rPr>
      <w:color w:val="808080"/>
    </w:rPr>
  </w:style>
  <w:style w:type="paragraph" w:styleId="ListParagraph">
    <w:name w:val="List Paragraph"/>
    <w:basedOn w:val="Normal"/>
    <w:qFormat/>
    <w:rsid w:val="005F4147"/>
    <w:pPr>
      <w:ind w:left="720"/>
      <w:contextualSpacing/>
    </w:pPr>
  </w:style>
  <w:style w:type="character" w:customStyle="1" w:styleId="apple-converted-space">
    <w:name w:val="apple-converted-space"/>
    <w:rsid w:val="00241858"/>
  </w:style>
  <w:style w:type="character" w:styleId="PlaceholderText">
    <w:name w:val="Placeholder Text"/>
    <w:basedOn w:val="DefaultParagraphFont"/>
    <w:rsid w:val="001343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5.wmf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13.png"/><Relationship Id="rId17" Type="http://schemas.openxmlformats.org/officeDocument/2006/relationships/oleObject" Target="embeddings/oleObject4.bin"/><Relationship Id="rId25" Type="http://schemas.openxmlformats.org/officeDocument/2006/relationships/image" Target="media/image10.png"/><Relationship Id="rId33" Type="http://schemas.openxmlformats.org/officeDocument/2006/relationships/oleObject" Target="embeddings/oleObject9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7.wmf"/><Relationship Id="rId29" Type="http://schemas.openxmlformats.org/officeDocument/2006/relationships/oleObject" Target="embeddings/oleObject7.bin"/><Relationship Id="rId41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6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1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5.bin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9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7.bin"/><Relationship Id="rId57" Type="http://schemas.microsoft.com/office/2007/relationships/hdphoto" Target="media/hdphoto10.wdp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31" Type="http://schemas.openxmlformats.org/officeDocument/2006/relationships/oleObject" Target="embeddings/oleObject8.bin"/><Relationship Id="rId44" Type="http://schemas.openxmlformats.org/officeDocument/2006/relationships/image" Target="media/image21.wmf"/><Relationship Id="rId52" Type="http://schemas.microsoft.com/office/2007/relationships/hdphoto" Target="media/hdphoto1.wdp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3.wmf"/><Relationship Id="rId56" Type="http://schemas.openxmlformats.org/officeDocument/2006/relationships/image" Target="media/image260.jpeg"/><Relationship Id="rId8" Type="http://schemas.openxmlformats.org/officeDocument/2006/relationships/image" Target="media/image1.png"/><Relationship Id="rId51" Type="http://schemas.openxmlformats.org/officeDocument/2006/relationships/image" Target="media/image25.jpeg"/><Relationship Id="rId3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docx.dotx</Template>
  <TotalTime>69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Victoria Walden</cp:lastModifiedBy>
  <cp:revision>10</cp:revision>
  <cp:lastPrinted>2012-12-30T19:57:00Z</cp:lastPrinted>
  <dcterms:created xsi:type="dcterms:W3CDTF">2013-01-19T18:55:00Z</dcterms:created>
  <dcterms:modified xsi:type="dcterms:W3CDTF">2013-01-21T22:08:00Z</dcterms:modified>
</cp:coreProperties>
</file>